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D3" w:rsidRPr="007E7FAF" w:rsidRDefault="00B854D3" w:rsidP="00EC6F3E">
      <w:pPr>
        <w:pStyle w:val="a"/>
        <w:outlineLvl w:val="0"/>
        <w:rPr>
          <w:rFonts w:ascii="Times New Roman" w:hAnsi="Times New Roman" w:cs="Times New Roman"/>
          <w:sz w:val="28"/>
          <w:szCs w:val="28"/>
        </w:rPr>
      </w:pPr>
      <w:r w:rsidRPr="007E7FAF">
        <w:rPr>
          <w:rFonts w:ascii="Times New Roman" w:hAnsi="Times New Roman" w:cs="Times New Roman"/>
          <w:sz w:val="28"/>
          <w:szCs w:val="28"/>
        </w:rPr>
        <w:t>Приложение № 2.1</w:t>
      </w:r>
      <w:r w:rsidRPr="007E7FAF">
        <w:rPr>
          <w:rFonts w:ascii="Times New Roman" w:hAnsi="Times New Roman" w:cs="Times New Roman"/>
          <w:sz w:val="28"/>
          <w:szCs w:val="28"/>
        </w:rPr>
        <w:br/>
        <w:t>к письму министерства образования</w:t>
      </w:r>
      <w:r w:rsidRPr="007E7FAF">
        <w:rPr>
          <w:rFonts w:ascii="Times New Roman" w:hAnsi="Times New Roman" w:cs="Times New Roman"/>
          <w:sz w:val="28"/>
          <w:szCs w:val="28"/>
        </w:rPr>
        <w:br/>
        <w:t>Воронежской области</w:t>
      </w:r>
      <w:r w:rsidRPr="007E7FAF">
        <w:rPr>
          <w:rFonts w:ascii="Times New Roman" w:hAnsi="Times New Roman" w:cs="Times New Roman"/>
          <w:sz w:val="28"/>
          <w:szCs w:val="28"/>
        </w:rPr>
        <w:br/>
        <w:t>от 06.11.2024 № 80-11/11249</w:t>
      </w:r>
    </w:p>
    <w:p w:rsidR="00B854D3" w:rsidRDefault="00B854D3" w:rsidP="00EC6F3E">
      <w:pPr>
        <w:pStyle w:val="TimesNewRoman"/>
        <w:rPr>
          <w:rFonts w:ascii="Times New Roman" w:hAnsi="Times New Roman" w:cs="Times New Roman"/>
          <w:sz w:val="24"/>
          <w:szCs w:val="24"/>
        </w:rPr>
      </w:pPr>
    </w:p>
    <w:p w:rsidR="00B854D3" w:rsidRPr="001C4FDB" w:rsidRDefault="00B854D3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54D3" w:rsidRPr="001C4FDB" w:rsidRDefault="00B854D3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54D3" w:rsidRPr="00635E51" w:rsidRDefault="00B854D3" w:rsidP="006F013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B854D3" w:rsidRPr="00635E51" w:rsidRDefault="00B854D3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4D3" w:rsidRPr="00635E51" w:rsidRDefault="00B854D3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4D3" w:rsidRPr="00635E51" w:rsidRDefault="00B854D3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4D3" w:rsidRPr="00635E51" w:rsidRDefault="00B854D3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4D3" w:rsidRPr="0063623F" w:rsidRDefault="00B854D3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B854D3" w:rsidRDefault="00B854D3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4D3" w:rsidRPr="0042309D" w:rsidRDefault="00B854D3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4D3" w:rsidRPr="0042309D" w:rsidRDefault="00B854D3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4D3" w:rsidRPr="00F733FA" w:rsidRDefault="00B854D3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B854D3" w:rsidRDefault="00B854D3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854D3" w:rsidRDefault="00B854D3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854D3" w:rsidRDefault="00B854D3" w:rsidP="00A8161B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B854D3" w:rsidRDefault="00B854D3" w:rsidP="00A8161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54D3" w:rsidRPr="0067444D" w:rsidRDefault="00B854D3" w:rsidP="00A8161B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B854D3" w:rsidRDefault="00B854D3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завершил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__________ году.</w:t>
      </w:r>
    </w:p>
    <w:p w:rsidR="00B854D3" w:rsidRDefault="00B854D3" w:rsidP="003357CC">
      <w:pPr>
        <w:spacing w:after="0" w:line="240" w:lineRule="auto"/>
      </w:pPr>
    </w:p>
    <w:p w:rsidR="00B854D3" w:rsidRDefault="00B854D3" w:rsidP="00A8161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54D3" w:rsidRPr="0067444D" w:rsidRDefault="00B854D3" w:rsidP="00A8161B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B854D3" w:rsidRDefault="00B854D3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B854D3" w:rsidRDefault="00B854D3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54D3" w:rsidRDefault="00B854D3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4D3" w:rsidRDefault="00B854D3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4D3" w:rsidRPr="0067444D" w:rsidRDefault="00B854D3" w:rsidP="00B52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B854D3" w:rsidRDefault="00B854D3" w:rsidP="00B52E36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B854D3" w:rsidRDefault="00B854D3" w:rsidP="00B52E36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B854D3" w:rsidRDefault="00B854D3" w:rsidP="00B52E36">
      <w:pPr>
        <w:autoSpaceDE w:val="0"/>
        <w:autoSpaceDN w:val="0"/>
        <w:adjustRightInd w:val="0"/>
        <w:spacing w:after="0" w:line="240" w:lineRule="auto"/>
        <w:jc w:val="both"/>
      </w:pPr>
    </w:p>
    <w:sectPr w:rsidR="00B854D3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4D3" w:rsidRDefault="00B854D3" w:rsidP="00C8329A">
      <w:pPr>
        <w:spacing w:after="0" w:line="240" w:lineRule="auto"/>
      </w:pPr>
      <w:r>
        <w:separator/>
      </w:r>
    </w:p>
  </w:endnote>
  <w:endnote w:type="continuationSeparator" w:id="1">
    <w:p w:rsidR="00B854D3" w:rsidRDefault="00B854D3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4D3" w:rsidRDefault="00B854D3" w:rsidP="00C8329A">
      <w:pPr>
        <w:spacing w:after="0" w:line="240" w:lineRule="auto"/>
      </w:pPr>
      <w:r>
        <w:separator/>
      </w:r>
    </w:p>
  </w:footnote>
  <w:footnote w:type="continuationSeparator" w:id="1">
    <w:p w:rsidR="00B854D3" w:rsidRDefault="00B854D3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71276"/>
    <w:rsid w:val="001846B4"/>
    <w:rsid w:val="00197737"/>
    <w:rsid w:val="001C4FDB"/>
    <w:rsid w:val="00243ECE"/>
    <w:rsid w:val="003357CC"/>
    <w:rsid w:val="0039486C"/>
    <w:rsid w:val="003A0395"/>
    <w:rsid w:val="003B11F3"/>
    <w:rsid w:val="003B38C0"/>
    <w:rsid w:val="003E47FC"/>
    <w:rsid w:val="0042309D"/>
    <w:rsid w:val="004440F3"/>
    <w:rsid w:val="004807CC"/>
    <w:rsid w:val="004A05C1"/>
    <w:rsid w:val="004C086D"/>
    <w:rsid w:val="004E6267"/>
    <w:rsid w:val="00580F99"/>
    <w:rsid w:val="00582B1C"/>
    <w:rsid w:val="005A4949"/>
    <w:rsid w:val="005B13BC"/>
    <w:rsid w:val="00612B6A"/>
    <w:rsid w:val="00617172"/>
    <w:rsid w:val="00633ABE"/>
    <w:rsid w:val="00635E51"/>
    <w:rsid w:val="0063623F"/>
    <w:rsid w:val="0067444D"/>
    <w:rsid w:val="006F0137"/>
    <w:rsid w:val="00740D39"/>
    <w:rsid w:val="00746503"/>
    <w:rsid w:val="00765FA4"/>
    <w:rsid w:val="007E7FAF"/>
    <w:rsid w:val="00875C88"/>
    <w:rsid w:val="008D3AE6"/>
    <w:rsid w:val="00927E80"/>
    <w:rsid w:val="0097283A"/>
    <w:rsid w:val="00986480"/>
    <w:rsid w:val="009A0409"/>
    <w:rsid w:val="009B54E8"/>
    <w:rsid w:val="00A03CCE"/>
    <w:rsid w:val="00A35864"/>
    <w:rsid w:val="00A40E8A"/>
    <w:rsid w:val="00A4348F"/>
    <w:rsid w:val="00A5229B"/>
    <w:rsid w:val="00A55E14"/>
    <w:rsid w:val="00A8161B"/>
    <w:rsid w:val="00B05DC8"/>
    <w:rsid w:val="00B52E36"/>
    <w:rsid w:val="00B646F5"/>
    <w:rsid w:val="00B854D3"/>
    <w:rsid w:val="00BA7676"/>
    <w:rsid w:val="00BE43F2"/>
    <w:rsid w:val="00C57801"/>
    <w:rsid w:val="00C8329A"/>
    <w:rsid w:val="00CA2B28"/>
    <w:rsid w:val="00D22BE4"/>
    <w:rsid w:val="00D52DE7"/>
    <w:rsid w:val="00D6307B"/>
    <w:rsid w:val="00DB20F5"/>
    <w:rsid w:val="00DE5BD2"/>
    <w:rsid w:val="00DF7D4E"/>
    <w:rsid w:val="00E73200"/>
    <w:rsid w:val="00EC6F3E"/>
    <w:rsid w:val="00F40F8D"/>
    <w:rsid w:val="00F56220"/>
    <w:rsid w:val="00F616AF"/>
    <w:rsid w:val="00F733FA"/>
    <w:rsid w:val="00FD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6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D52DE7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  <w:style w:type="paragraph" w:customStyle="1" w:styleId="a">
    <w:name w:val="Приложение"/>
    <w:basedOn w:val="Normal"/>
    <w:link w:val="a0"/>
    <w:uiPriority w:val="99"/>
    <w:rsid w:val="00EC6F3E"/>
    <w:pPr>
      <w:spacing w:after="0" w:line="240" w:lineRule="auto"/>
      <w:jc w:val="right"/>
    </w:pPr>
    <w:rPr>
      <w:rFonts w:eastAsia="Times New Roman"/>
      <w:sz w:val="24"/>
      <w:szCs w:val="24"/>
      <w:lang w:eastAsia="ru-RU"/>
    </w:rPr>
  </w:style>
  <w:style w:type="character" w:customStyle="1" w:styleId="a0">
    <w:name w:val="Приложение Знак"/>
    <w:link w:val="a"/>
    <w:uiPriority w:val="99"/>
    <w:locked/>
    <w:rsid w:val="00EC6F3E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37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127</Words>
  <Characters>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20</cp:revision>
  <cp:lastPrinted>2024-10-31T13:16:00Z</cp:lastPrinted>
  <dcterms:created xsi:type="dcterms:W3CDTF">2017-10-24T08:16:00Z</dcterms:created>
  <dcterms:modified xsi:type="dcterms:W3CDTF">2024-11-06T08:17:00Z</dcterms:modified>
</cp:coreProperties>
</file>