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3C6" w:rsidRPr="006F393A" w:rsidRDefault="005453C6" w:rsidP="00220B52">
      <w:pPr>
        <w:ind w:left="4860"/>
        <w:rPr>
          <w:sz w:val="28"/>
          <w:szCs w:val="28"/>
        </w:rPr>
      </w:pPr>
      <w:r w:rsidRPr="006F393A">
        <w:rPr>
          <w:sz w:val="28"/>
          <w:szCs w:val="28"/>
        </w:rPr>
        <w:t>Приложение</w:t>
      </w:r>
    </w:p>
    <w:p w:rsidR="005453C6" w:rsidRPr="006F393A" w:rsidRDefault="005453C6" w:rsidP="00220B52">
      <w:pPr>
        <w:ind w:left="4860"/>
        <w:rPr>
          <w:sz w:val="16"/>
          <w:szCs w:val="16"/>
        </w:rPr>
      </w:pPr>
    </w:p>
    <w:p w:rsidR="005453C6" w:rsidRPr="006F393A" w:rsidRDefault="005453C6" w:rsidP="00220B52">
      <w:pPr>
        <w:ind w:left="4860"/>
        <w:rPr>
          <w:sz w:val="28"/>
          <w:szCs w:val="28"/>
        </w:rPr>
      </w:pPr>
      <w:r w:rsidRPr="006F393A">
        <w:rPr>
          <w:sz w:val="28"/>
          <w:szCs w:val="28"/>
        </w:rPr>
        <w:t>УТВЕРЖДЕН</w:t>
      </w:r>
      <w:r w:rsidRPr="006F393A">
        <w:rPr>
          <w:sz w:val="28"/>
          <w:szCs w:val="28"/>
        </w:rPr>
        <w:br/>
        <w:t>приказом министерства образования Воронежской области</w:t>
      </w:r>
      <w:r w:rsidRPr="006F393A">
        <w:rPr>
          <w:sz w:val="28"/>
          <w:szCs w:val="28"/>
        </w:rPr>
        <w:br/>
        <w:t xml:space="preserve">от </w:t>
      </w:r>
      <w:r>
        <w:rPr>
          <w:sz w:val="28"/>
          <w:szCs w:val="28"/>
        </w:rPr>
        <w:t>26.02.</w:t>
      </w:r>
      <w:r w:rsidRPr="006F393A">
        <w:rPr>
          <w:sz w:val="28"/>
          <w:szCs w:val="28"/>
        </w:rPr>
        <w:t xml:space="preserve">2025 № </w:t>
      </w:r>
      <w:r>
        <w:rPr>
          <w:sz w:val="28"/>
          <w:szCs w:val="28"/>
        </w:rPr>
        <w:t>186</w:t>
      </w:r>
    </w:p>
    <w:p w:rsidR="005453C6" w:rsidRPr="006F393A" w:rsidRDefault="005453C6" w:rsidP="00AB463A">
      <w:pPr>
        <w:ind w:left="5040"/>
        <w:rPr>
          <w:sz w:val="28"/>
          <w:szCs w:val="28"/>
          <w:u w:val="single"/>
        </w:rPr>
      </w:pPr>
    </w:p>
    <w:p w:rsidR="005453C6" w:rsidRPr="006F393A" w:rsidRDefault="005453C6" w:rsidP="00C13764">
      <w:pPr>
        <w:jc w:val="center"/>
        <w:rPr>
          <w:b/>
          <w:bCs/>
          <w:sz w:val="28"/>
          <w:szCs w:val="28"/>
        </w:rPr>
      </w:pPr>
      <w:r w:rsidRPr="006F393A">
        <w:rPr>
          <w:b/>
          <w:bCs/>
          <w:sz w:val="28"/>
          <w:szCs w:val="28"/>
        </w:rPr>
        <w:t xml:space="preserve">Перечень мест расположения </w:t>
      </w:r>
      <w:r w:rsidRPr="006F393A">
        <w:rPr>
          <w:b/>
          <w:bCs/>
          <w:sz w:val="28"/>
          <w:szCs w:val="28"/>
        </w:rPr>
        <w:br/>
        <w:t>и коды пунктов проведения единого государственного экзамена</w:t>
      </w:r>
      <w:r w:rsidRPr="006F393A">
        <w:rPr>
          <w:b/>
          <w:bCs/>
          <w:sz w:val="28"/>
          <w:szCs w:val="28"/>
        </w:rPr>
        <w:br/>
        <w:t>на территории Воронежской области в 2025 году</w:t>
      </w:r>
    </w:p>
    <w:p w:rsidR="005453C6" w:rsidRPr="006F393A" w:rsidRDefault="005453C6" w:rsidP="00C13764">
      <w:pPr>
        <w:jc w:val="center"/>
        <w:rPr>
          <w:b/>
          <w:bCs/>
          <w:sz w:val="28"/>
          <w:szCs w:val="28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715"/>
        <w:gridCol w:w="3797"/>
        <w:gridCol w:w="2402"/>
        <w:gridCol w:w="2021"/>
      </w:tblGrid>
      <w:tr w:rsidR="005453C6" w:rsidRPr="006F393A">
        <w:trPr>
          <w:tblHeader/>
        </w:trPr>
        <w:tc>
          <w:tcPr>
            <w:tcW w:w="636" w:type="dxa"/>
          </w:tcPr>
          <w:p w:rsidR="005453C6" w:rsidRPr="006F393A" w:rsidRDefault="005453C6" w:rsidP="00BE2495">
            <w:pPr>
              <w:jc w:val="center"/>
              <w:rPr>
                <w:b/>
                <w:bCs/>
                <w:sz w:val="20"/>
                <w:szCs w:val="20"/>
              </w:rPr>
            </w:pPr>
            <w:r w:rsidRPr="006F393A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  <w:sz w:val="20"/>
                <w:szCs w:val="20"/>
              </w:rPr>
            </w:pPr>
            <w:r w:rsidRPr="006F393A">
              <w:rPr>
                <w:b/>
                <w:bCs/>
                <w:sz w:val="20"/>
                <w:szCs w:val="20"/>
              </w:rPr>
              <w:t>Код ППЭ</w:t>
            </w:r>
          </w:p>
        </w:tc>
        <w:tc>
          <w:tcPr>
            <w:tcW w:w="3797" w:type="dxa"/>
          </w:tcPr>
          <w:p w:rsidR="005453C6" w:rsidRPr="006F393A" w:rsidRDefault="005453C6" w:rsidP="00BE2495">
            <w:pPr>
              <w:jc w:val="center"/>
              <w:rPr>
                <w:b/>
                <w:bCs/>
                <w:sz w:val="20"/>
                <w:szCs w:val="20"/>
              </w:rPr>
            </w:pPr>
            <w:r w:rsidRPr="006F393A">
              <w:rPr>
                <w:b/>
                <w:bCs/>
                <w:sz w:val="20"/>
                <w:szCs w:val="20"/>
              </w:rPr>
              <w:t>Наименование образовательного учреждения – ППЭ</w:t>
            </w:r>
          </w:p>
        </w:tc>
        <w:tc>
          <w:tcPr>
            <w:tcW w:w="2402" w:type="dxa"/>
          </w:tcPr>
          <w:p w:rsidR="005453C6" w:rsidRPr="006F393A" w:rsidRDefault="005453C6" w:rsidP="00BE2495">
            <w:pPr>
              <w:jc w:val="center"/>
              <w:rPr>
                <w:b/>
                <w:bCs/>
                <w:sz w:val="20"/>
                <w:szCs w:val="20"/>
              </w:rPr>
            </w:pPr>
            <w:r w:rsidRPr="006F393A">
              <w:rPr>
                <w:b/>
                <w:bCs/>
                <w:sz w:val="20"/>
                <w:szCs w:val="20"/>
              </w:rPr>
              <w:t xml:space="preserve">Адрес месторасположения ППЭ </w:t>
            </w:r>
          </w:p>
        </w:tc>
        <w:tc>
          <w:tcPr>
            <w:tcW w:w="2021" w:type="dxa"/>
          </w:tcPr>
          <w:p w:rsidR="005453C6" w:rsidRPr="006F393A" w:rsidRDefault="005453C6" w:rsidP="00BE2495">
            <w:pPr>
              <w:jc w:val="center"/>
              <w:rPr>
                <w:b/>
                <w:bCs/>
                <w:sz w:val="20"/>
                <w:szCs w:val="20"/>
              </w:rPr>
            </w:pPr>
            <w:r w:rsidRPr="006F393A">
              <w:rPr>
                <w:b/>
                <w:bCs/>
                <w:sz w:val="20"/>
                <w:szCs w:val="20"/>
              </w:rPr>
              <w:t>Контактный телефон штаба ППЭ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Городской округ город Воронеж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Железнодорожный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1.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22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школа № 52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394010, </w:t>
            </w:r>
            <w:r w:rsidRPr="006F393A">
              <w:br/>
              <w:t xml:space="preserve">г. Воронеж, </w:t>
            </w:r>
            <w:r w:rsidRPr="006F393A">
              <w:br/>
              <w:t>ул. Богдана Хмельницкого, д. 34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 260-03-02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23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школа № 68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394042, </w:t>
            </w:r>
            <w:r w:rsidRPr="006F393A">
              <w:br/>
              <w:t xml:space="preserve">г. Воронеж, </w:t>
            </w:r>
            <w:r w:rsidRPr="006F393A">
              <w:br/>
              <w:t xml:space="preserve">ул. Перевёрткина, </w:t>
            </w:r>
            <w:r w:rsidRPr="006F393A">
              <w:br/>
              <w:t>д. 16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 226-65-43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F163DA">
            <w:pPr>
              <w:jc w:val="center"/>
            </w:pPr>
            <w:r w:rsidRPr="006F393A">
              <w:t>24</w:t>
            </w:r>
          </w:p>
        </w:tc>
        <w:tc>
          <w:tcPr>
            <w:tcW w:w="3797" w:type="dxa"/>
          </w:tcPr>
          <w:p w:rsidR="005453C6" w:rsidRPr="006F393A" w:rsidRDefault="005453C6" w:rsidP="00F163DA">
            <w:r w:rsidRPr="006F393A">
              <w:t>Муниципальное бюджетное общеобразовательное учреждение</w:t>
            </w:r>
          </w:p>
          <w:p w:rsidR="005453C6" w:rsidRPr="006F393A" w:rsidRDefault="005453C6" w:rsidP="00F163DA">
            <w:r w:rsidRPr="006F393A">
              <w:t>«Средняя общеобразовательная школа № 105»</w:t>
            </w:r>
          </w:p>
        </w:tc>
        <w:tc>
          <w:tcPr>
            <w:tcW w:w="2402" w:type="dxa"/>
          </w:tcPr>
          <w:p w:rsidR="005453C6" w:rsidRPr="006F393A" w:rsidRDefault="005453C6" w:rsidP="00F163DA">
            <w:r w:rsidRPr="006F393A">
              <w:t xml:space="preserve">394010, </w:t>
            </w:r>
            <w:r w:rsidRPr="006F393A">
              <w:br/>
              <w:t xml:space="preserve">г. Воронеж, </w:t>
            </w:r>
            <w:r w:rsidRPr="006F393A">
              <w:br/>
              <w:t xml:space="preserve">ул. Артамонова, </w:t>
            </w:r>
            <w:r w:rsidRPr="006F393A">
              <w:br/>
              <w:t>д. 38/1</w:t>
            </w:r>
          </w:p>
        </w:tc>
        <w:tc>
          <w:tcPr>
            <w:tcW w:w="2021" w:type="dxa"/>
          </w:tcPr>
          <w:p w:rsidR="005453C6" w:rsidRPr="006F393A" w:rsidRDefault="005453C6" w:rsidP="00F163DA">
            <w:pPr>
              <w:rPr>
                <w:sz w:val="28"/>
                <w:szCs w:val="28"/>
              </w:rPr>
            </w:pPr>
            <w:r w:rsidRPr="006F393A">
              <w:t>8(473) 280-28-14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Коминтерновский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32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школа № 47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394068, </w:t>
            </w:r>
            <w:r w:rsidRPr="006F393A">
              <w:br/>
              <w:t xml:space="preserve">г. Воронеж, </w:t>
            </w:r>
            <w:r w:rsidRPr="006F393A">
              <w:br/>
              <w:t>ул. Беговая, д.2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</w:t>
            </w:r>
            <w:r w:rsidRPr="006F393A">
              <w:rPr>
                <w:lang w:val="en-US"/>
              </w:rPr>
              <w:t>(</w:t>
            </w:r>
            <w:r w:rsidRPr="006F393A">
              <w:t>473</w:t>
            </w:r>
            <w:r w:rsidRPr="006F393A">
              <w:rPr>
                <w:lang w:val="en-US"/>
              </w:rPr>
              <w:t>)</w:t>
            </w:r>
            <w:r w:rsidRPr="006F393A">
              <w:t xml:space="preserve"> 246-13-44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34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школа № 98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394019, </w:t>
            </w:r>
            <w:r w:rsidRPr="006F393A">
              <w:br/>
              <w:t xml:space="preserve">г. Воронеж, </w:t>
            </w:r>
            <w:r w:rsidRPr="006F393A">
              <w:br/>
              <w:t xml:space="preserve">ул. 9-е Января, </w:t>
            </w:r>
            <w:r w:rsidRPr="006F393A">
              <w:br/>
              <w:t>д. 290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</w:t>
            </w:r>
            <w:r w:rsidRPr="006F393A">
              <w:rPr>
                <w:lang w:val="en-US"/>
              </w:rPr>
              <w:t>(</w:t>
            </w:r>
            <w:r w:rsidRPr="006F393A">
              <w:t>473</w:t>
            </w:r>
            <w:r w:rsidRPr="006F393A">
              <w:rPr>
                <w:lang w:val="en-US"/>
              </w:rPr>
              <w:t>)</w:t>
            </w:r>
            <w:r w:rsidRPr="006F393A">
              <w:t xml:space="preserve"> 224-58-47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6.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35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школа № 43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394077, </w:t>
            </w:r>
            <w:r w:rsidRPr="006F393A">
              <w:br/>
              <w:t xml:space="preserve">г. Воронеж, </w:t>
            </w:r>
            <w:r w:rsidRPr="006F393A">
              <w:br/>
              <w:t>ул. Генерала Лизюкова, д.26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</w:t>
            </w:r>
            <w:r w:rsidRPr="006F393A">
              <w:rPr>
                <w:lang w:val="en-US"/>
              </w:rPr>
              <w:t>(</w:t>
            </w:r>
            <w:r w:rsidRPr="006F393A">
              <w:t>473</w:t>
            </w:r>
            <w:r w:rsidRPr="006F393A">
              <w:rPr>
                <w:lang w:val="en-US"/>
              </w:rPr>
              <w:t>)</w:t>
            </w:r>
            <w:r w:rsidRPr="006F393A">
              <w:t xml:space="preserve"> 266-26-10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7.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36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школа №88 с углубленным изучением отдельных предметов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394077, </w:t>
            </w:r>
            <w:r w:rsidRPr="006F393A">
              <w:br/>
              <w:t xml:space="preserve">г. Воронеж, </w:t>
            </w:r>
            <w:r w:rsidRPr="006F393A">
              <w:br/>
              <w:t>ул. Маршала Жукова, д.6а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</w:t>
            </w:r>
            <w:r w:rsidRPr="006F393A">
              <w:rPr>
                <w:lang w:val="en-US"/>
              </w:rPr>
              <w:t>(</w:t>
            </w:r>
            <w:r w:rsidRPr="006F393A">
              <w:t>473</w:t>
            </w:r>
            <w:r w:rsidRPr="006F393A">
              <w:rPr>
                <w:lang w:val="en-US"/>
              </w:rPr>
              <w:t>)</w:t>
            </w:r>
            <w:r w:rsidRPr="006F393A">
              <w:t xml:space="preserve"> 266-70-67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8.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7479AB">
            <w:pPr>
              <w:jc w:val="center"/>
            </w:pPr>
            <w:r w:rsidRPr="006F393A">
              <w:t>37</w:t>
            </w:r>
          </w:p>
        </w:tc>
        <w:tc>
          <w:tcPr>
            <w:tcW w:w="3797" w:type="dxa"/>
          </w:tcPr>
          <w:p w:rsidR="005453C6" w:rsidRPr="006F393A" w:rsidRDefault="005453C6" w:rsidP="007479AB">
            <w:r w:rsidRPr="006F393A">
              <w:t xml:space="preserve">Муниципальное бюджетное общеобразовательное учреждение «Лицей № 1» </w:t>
            </w:r>
          </w:p>
        </w:tc>
        <w:tc>
          <w:tcPr>
            <w:tcW w:w="2402" w:type="dxa"/>
          </w:tcPr>
          <w:p w:rsidR="005453C6" w:rsidRPr="006F393A" w:rsidRDefault="005453C6" w:rsidP="007479AB">
            <w:r w:rsidRPr="006F393A">
              <w:t xml:space="preserve">394088, </w:t>
            </w:r>
            <w:r w:rsidRPr="006F393A">
              <w:br/>
              <w:t xml:space="preserve">г. Воронеж, </w:t>
            </w:r>
            <w:r w:rsidRPr="006F393A">
              <w:br/>
              <w:t>ул. Генерала Лизюкова, д. 81</w:t>
            </w:r>
          </w:p>
          <w:p w:rsidR="005453C6" w:rsidRPr="006F393A" w:rsidRDefault="005453C6" w:rsidP="007479AB"/>
        </w:tc>
        <w:tc>
          <w:tcPr>
            <w:tcW w:w="2021" w:type="dxa"/>
          </w:tcPr>
          <w:p w:rsidR="005453C6" w:rsidRPr="006F393A" w:rsidRDefault="005453C6" w:rsidP="007479AB">
            <w:r w:rsidRPr="006F393A">
              <w:t>8(473) 266-75-87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9.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38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школа с углубленным изучением отдельных предметов № 1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394005, </w:t>
            </w:r>
            <w:r w:rsidRPr="006F393A">
              <w:br/>
              <w:t xml:space="preserve">г. Воронеж, </w:t>
            </w:r>
            <w:r w:rsidRPr="006F393A">
              <w:br/>
              <w:t>ул. Владимира</w:t>
            </w:r>
            <w:r w:rsidRPr="006F393A">
              <w:br/>
              <w:t xml:space="preserve">Невского, </w:t>
            </w:r>
            <w:r w:rsidRPr="006F393A">
              <w:br/>
              <w:t>д.75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 273-26-18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10.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39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школа № 57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394019, </w:t>
            </w:r>
            <w:r w:rsidRPr="006F393A">
              <w:br/>
              <w:t xml:space="preserve">г. Воронеж, </w:t>
            </w:r>
            <w:r w:rsidRPr="006F393A">
              <w:br/>
              <w:t xml:space="preserve">ул. 9 Января, </w:t>
            </w:r>
            <w:r w:rsidRPr="006F393A">
              <w:br/>
              <w:t>д.134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 276-26-05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11.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131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лицей № 8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394088, </w:t>
            </w:r>
            <w:r w:rsidRPr="006F393A">
              <w:br/>
              <w:t xml:space="preserve">г. Воронеж, </w:t>
            </w:r>
            <w:r w:rsidRPr="006F393A">
              <w:br/>
              <w:t>ул. Генерала Лизюкова, д.52</w:t>
            </w:r>
          </w:p>
        </w:tc>
        <w:tc>
          <w:tcPr>
            <w:tcW w:w="2021" w:type="dxa"/>
          </w:tcPr>
          <w:p w:rsidR="005453C6" w:rsidRPr="006F393A" w:rsidRDefault="005453C6" w:rsidP="00A5420D">
            <w:r w:rsidRPr="006F393A">
              <w:t>8(473</w:t>
            </w:r>
            <w:r w:rsidRPr="006F393A">
              <w:rPr>
                <w:lang w:val="en-US"/>
              </w:rPr>
              <w:t>)</w:t>
            </w:r>
            <w:r w:rsidRPr="006F393A">
              <w:t xml:space="preserve"> 274-48-87, </w:t>
            </w:r>
          </w:p>
          <w:p w:rsidR="005453C6" w:rsidRPr="006F393A" w:rsidRDefault="005453C6" w:rsidP="00A5420D">
            <w:r w:rsidRPr="006F393A">
              <w:t>8(473) 274-48-90,</w:t>
            </w:r>
          </w:p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 274-73-75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Левобережный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12.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41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 xml:space="preserve">Муниципальное бюджетное общеобразовательное учреждение лицей № 6 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394007, </w:t>
            </w:r>
            <w:r w:rsidRPr="006F393A">
              <w:br/>
              <w:t xml:space="preserve">г. Воронеж, </w:t>
            </w:r>
            <w:r w:rsidRPr="006F393A">
              <w:br/>
              <w:t>Ленинский проспект, д. 115а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 226-24-78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13.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42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 xml:space="preserve">Муниципальное бюджетное общеобразовательное учреждение средняя общеобразовательная школа № 30 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394028,  </w:t>
            </w:r>
            <w:r w:rsidRPr="006F393A">
              <w:br/>
              <w:t xml:space="preserve">г. Воронеж, </w:t>
            </w:r>
            <w:r w:rsidRPr="006F393A">
              <w:br/>
              <w:t xml:space="preserve">ул. Туполева, </w:t>
            </w:r>
            <w:r w:rsidRPr="006F393A">
              <w:br/>
              <w:t>д. 18</w:t>
            </w:r>
          </w:p>
        </w:tc>
        <w:tc>
          <w:tcPr>
            <w:tcW w:w="2021" w:type="dxa"/>
          </w:tcPr>
          <w:p w:rsidR="005453C6" w:rsidRPr="006F393A" w:rsidRDefault="005453C6" w:rsidP="007479AB">
            <w:pPr>
              <w:rPr>
                <w:sz w:val="28"/>
                <w:szCs w:val="28"/>
              </w:rPr>
            </w:pPr>
            <w:r w:rsidRPr="006F393A">
              <w:t>8(473) 248-82-62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14.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44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 xml:space="preserve">Муниципальное бюджетное общеобразовательное учреждение гимназия им. Андрея Платонова 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394033, </w:t>
            </w:r>
            <w:r w:rsidRPr="006F393A">
              <w:br/>
              <w:t xml:space="preserve">г. Воронеж, </w:t>
            </w:r>
            <w:r w:rsidRPr="006F393A">
              <w:br/>
              <w:t xml:space="preserve">Набережная Авиастроителей, </w:t>
            </w:r>
            <w:r w:rsidRPr="006F393A">
              <w:br/>
              <w:t>д. 30А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 249-31-07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15.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45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 xml:space="preserve">Муниципальное бюджетное общеобразовательное учреждение средняя общеобразовательная школа № 2 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394074, </w:t>
            </w:r>
            <w:r w:rsidRPr="006F393A">
              <w:br/>
              <w:t xml:space="preserve">г. Воронеж, </w:t>
            </w:r>
            <w:r w:rsidRPr="006F393A">
              <w:br/>
              <w:t>ул. Танеева, д. 4</w:t>
            </w:r>
          </w:p>
        </w:tc>
        <w:tc>
          <w:tcPr>
            <w:tcW w:w="2021" w:type="dxa"/>
          </w:tcPr>
          <w:p w:rsidR="005453C6" w:rsidRPr="006F393A" w:rsidRDefault="005453C6" w:rsidP="007479AB">
            <w:pPr>
              <w:rPr>
                <w:sz w:val="28"/>
                <w:szCs w:val="28"/>
                <w:lang w:val="en-US"/>
              </w:rPr>
            </w:pPr>
            <w:r w:rsidRPr="006F393A">
              <w:t>8(473) 268-6</w:t>
            </w:r>
            <w:r w:rsidRPr="006F393A">
              <w:rPr>
                <w:lang w:val="en-US"/>
              </w:rPr>
              <w:t>7</w:t>
            </w:r>
            <w:r w:rsidRPr="006F393A">
              <w:t>-</w:t>
            </w:r>
            <w:r w:rsidRPr="006F393A">
              <w:rPr>
                <w:lang w:val="en-US"/>
              </w:rPr>
              <w:t>31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16.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46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школа №97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394090, </w:t>
            </w:r>
            <w:r w:rsidRPr="006F393A">
              <w:br/>
              <w:t xml:space="preserve">г. Воронеж, </w:t>
            </w:r>
            <w:r w:rsidRPr="006F393A">
              <w:br/>
              <w:t xml:space="preserve">ул. Новосибирская, </w:t>
            </w:r>
            <w:r w:rsidRPr="006F393A">
              <w:br/>
              <w:t>д. 49</w:t>
            </w:r>
          </w:p>
          <w:p w:rsidR="005453C6" w:rsidRPr="006F393A" w:rsidRDefault="005453C6" w:rsidP="00A5420D"/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 237-46-17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Ленинский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17.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51</w:t>
            </w:r>
          </w:p>
        </w:tc>
        <w:tc>
          <w:tcPr>
            <w:tcW w:w="3797" w:type="dxa"/>
          </w:tcPr>
          <w:p w:rsidR="005453C6" w:rsidRPr="006F393A" w:rsidRDefault="005453C6" w:rsidP="00A5420D">
            <w:pPr>
              <w:rPr>
                <w:b/>
                <w:bCs/>
                <w:sz w:val="28"/>
                <w:szCs w:val="28"/>
              </w:rPr>
            </w:pPr>
            <w:r w:rsidRPr="006F393A">
              <w:t>Муниципальное бюджетное общеобразовательное учреждение средняя общеобразовательная школа № 12</w:t>
            </w:r>
          </w:p>
        </w:tc>
        <w:tc>
          <w:tcPr>
            <w:tcW w:w="2402" w:type="dxa"/>
          </w:tcPr>
          <w:p w:rsidR="005453C6" w:rsidRPr="006F393A" w:rsidRDefault="005453C6" w:rsidP="007479AB">
            <w:r w:rsidRPr="006F393A">
              <w:t xml:space="preserve">394006, </w:t>
            </w:r>
            <w:r w:rsidRPr="006F393A">
              <w:br/>
              <w:t xml:space="preserve">г. Воронеж, </w:t>
            </w:r>
            <w:r w:rsidRPr="006F393A">
              <w:br/>
              <w:t>ул. 20-летия Октября, д. 93</w:t>
            </w:r>
          </w:p>
        </w:tc>
        <w:tc>
          <w:tcPr>
            <w:tcW w:w="2021" w:type="dxa"/>
          </w:tcPr>
          <w:p w:rsidR="005453C6" w:rsidRPr="006F393A" w:rsidRDefault="005453C6" w:rsidP="007479AB">
            <w:pPr>
              <w:rPr>
                <w:sz w:val="28"/>
                <w:szCs w:val="28"/>
              </w:rPr>
            </w:pPr>
            <w:r w:rsidRPr="006F393A">
              <w:t>8(473) 278-30-06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18.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F163DA">
            <w:pPr>
              <w:jc w:val="center"/>
            </w:pPr>
            <w:r w:rsidRPr="006F393A">
              <w:t>53</w:t>
            </w:r>
          </w:p>
        </w:tc>
        <w:tc>
          <w:tcPr>
            <w:tcW w:w="3797" w:type="dxa"/>
          </w:tcPr>
          <w:p w:rsidR="005453C6" w:rsidRPr="006F393A" w:rsidRDefault="005453C6" w:rsidP="00F163DA">
            <w:r w:rsidRPr="006F393A">
              <w:t>Муниципальное бюджетное общеобразовательное учреждение средняя общеобразовательная школа № 38</w:t>
            </w:r>
          </w:p>
        </w:tc>
        <w:tc>
          <w:tcPr>
            <w:tcW w:w="2402" w:type="dxa"/>
          </w:tcPr>
          <w:p w:rsidR="005453C6" w:rsidRPr="006F393A" w:rsidRDefault="005453C6" w:rsidP="00F163DA">
            <w:pPr>
              <w:ind w:right="-143"/>
            </w:pPr>
            <w:r w:rsidRPr="006F393A">
              <w:t xml:space="preserve">394055, </w:t>
            </w:r>
            <w:r>
              <w:br/>
            </w:r>
            <w:r w:rsidRPr="006F393A">
              <w:t xml:space="preserve">г. Воронеж, </w:t>
            </w:r>
            <w:r>
              <w:br/>
            </w:r>
            <w:r w:rsidRPr="006F393A">
              <w:t xml:space="preserve">ул. Ф. Энгельса, </w:t>
            </w:r>
            <w:r>
              <w:br/>
            </w:r>
            <w:r w:rsidRPr="006F393A">
              <w:t>д. 76</w:t>
            </w:r>
          </w:p>
        </w:tc>
        <w:tc>
          <w:tcPr>
            <w:tcW w:w="2021" w:type="dxa"/>
          </w:tcPr>
          <w:p w:rsidR="005453C6" w:rsidRPr="006F393A" w:rsidRDefault="005453C6" w:rsidP="00F163DA">
            <w:pPr>
              <w:jc w:val="both"/>
            </w:pPr>
            <w:r w:rsidRPr="006F393A">
              <w:t>8(473)277-18-10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19.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55</w:t>
            </w:r>
          </w:p>
        </w:tc>
        <w:tc>
          <w:tcPr>
            <w:tcW w:w="3797" w:type="dxa"/>
          </w:tcPr>
          <w:p w:rsidR="005453C6" w:rsidRPr="006F393A" w:rsidRDefault="005453C6" w:rsidP="00A5420D">
            <w:pPr>
              <w:rPr>
                <w:b/>
                <w:bCs/>
                <w:sz w:val="28"/>
                <w:szCs w:val="28"/>
              </w:rPr>
            </w:pPr>
            <w:r w:rsidRPr="006F393A">
              <w:t>Муниципальное бюджетное общеобразовательное учреждение «Лицей № 65»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394052, </w:t>
            </w:r>
            <w:r w:rsidRPr="006F393A">
              <w:br/>
              <w:t xml:space="preserve">г. Воронеж, </w:t>
            </w:r>
            <w:r w:rsidRPr="006F393A">
              <w:br/>
              <w:t xml:space="preserve">ул.Матросова, </w:t>
            </w:r>
            <w:r w:rsidRPr="006F393A">
              <w:br/>
              <w:t>д.2-А</w:t>
            </w:r>
          </w:p>
        </w:tc>
        <w:tc>
          <w:tcPr>
            <w:tcW w:w="2021" w:type="dxa"/>
          </w:tcPr>
          <w:p w:rsidR="005453C6" w:rsidRPr="006F393A" w:rsidRDefault="005453C6" w:rsidP="007479AB">
            <w:pPr>
              <w:rPr>
                <w:sz w:val="28"/>
                <w:szCs w:val="28"/>
              </w:rPr>
            </w:pPr>
            <w:r w:rsidRPr="006F393A">
              <w:t>8(473) 236-57-85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Советский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20.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61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школа № 108</w:t>
            </w:r>
          </w:p>
        </w:tc>
        <w:tc>
          <w:tcPr>
            <w:tcW w:w="2402" w:type="dxa"/>
          </w:tcPr>
          <w:p w:rsidR="005453C6" w:rsidRDefault="005453C6" w:rsidP="00A5420D">
            <w:r w:rsidRPr="006F393A">
              <w:t xml:space="preserve">394051, </w:t>
            </w:r>
            <w:r>
              <w:br/>
            </w:r>
            <w:r w:rsidRPr="006F393A">
              <w:t xml:space="preserve">г. Воронеж, </w:t>
            </w:r>
            <w:r>
              <w:br/>
            </w:r>
            <w:r w:rsidRPr="006F393A">
              <w:t>ул. Домостроителей, д. 30А</w:t>
            </w:r>
          </w:p>
          <w:p w:rsidR="005453C6" w:rsidRPr="006F393A" w:rsidRDefault="005453C6" w:rsidP="00A5420D"/>
        </w:tc>
        <w:tc>
          <w:tcPr>
            <w:tcW w:w="2021" w:type="dxa"/>
          </w:tcPr>
          <w:p w:rsidR="005453C6" w:rsidRPr="00F55DBB" w:rsidRDefault="005453C6" w:rsidP="00A5420D">
            <w:pPr>
              <w:rPr>
                <w:sz w:val="28"/>
                <w:szCs w:val="28"/>
              </w:rPr>
            </w:pPr>
            <w:r w:rsidRPr="006F393A">
              <w:t>8(473) 2</w:t>
            </w:r>
            <w:r w:rsidRPr="00F55DBB">
              <w:t>10</w:t>
            </w:r>
            <w:r w:rsidRPr="006F393A">
              <w:t>-</w:t>
            </w:r>
            <w:r w:rsidRPr="00F55DBB">
              <w:t>48</w:t>
            </w:r>
            <w:r w:rsidRPr="006F393A">
              <w:t>-</w:t>
            </w:r>
            <w:r w:rsidRPr="00F55DBB">
              <w:t>70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21.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F163DA">
            <w:pPr>
              <w:jc w:val="center"/>
            </w:pPr>
            <w:r w:rsidRPr="006F393A">
              <w:t>62</w:t>
            </w:r>
          </w:p>
        </w:tc>
        <w:tc>
          <w:tcPr>
            <w:tcW w:w="3797" w:type="dxa"/>
          </w:tcPr>
          <w:p w:rsidR="005453C6" w:rsidRPr="006F393A" w:rsidRDefault="005453C6" w:rsidP="00F163DA">
            <w:pPr>
              <w:rPr>
                <w:b/>
                <w:bCs/>
                <w:i/>
                <w:iCs/>
                <w:color w:val="FF0000"/>
              </w:rPr>
            </w:pPr>
            <w:r w:rsidRPr="006F393A">
              <w:t>Муниципальное бюджетное общеобразовательное учреждение "Лицей "Многоуровневый образовательный комплекс № 2" городского округа город Воронеж</w:t>
            </w:r>
          </w:p>
        </w:tc>
        <w:tc>
          <w:tcPr>
            <w:tcW w:w="2402" w:type="dxa"/>
          </w:tcPr>
          <w:p w:rsidR="005453C6" w:rsidRPr="006F393A" w:rsidRDefault="005453C6" w:rsidP="00F163DA">
            <w:r w:rsidRPr="006F393A">
              <w:t xml:space="preserve">394086, </w:t>
            </w:r>
            <w:r>
              <w:br/>
            </w:r>
            <w:r w:rsidRPr="006F393A">
              <w:t xml:space="preserve">г. Воронеж, </w:t>
            </w:r>
            <w:r>
              <w:br/>
            </w:r>
            <w:r w:rsidRPr="006F393A">
              <w:t xml:space="preserve">ул. Шендрикова, </w:t>
            </w:r>
            <w:r>
              <w:br/>
            </w:r>
            <w:r w:rsidRPr="006F393A">
              <w:t>д. 7</w:t>
            </w:r>
          </w:p>
        </w:tc>
        <w:tc>
          <w:tcPr>
            <w:tcW w:w="2021" w:type="dxa"/>
          </w:tcPr>
          <w:p w:rsidR="005453C6" w:rsidRPr="006F393A" w:rsidRDefault="005453C6" w:rsidP="00F163DA">
            <w:pPr>
              <w:rPr>
                <w:sz w:val="28"/>
                <w:szCs w:val="28"/>
              </w:rPr>
            </w:pPr>
            <w:r w:rsidRPr="006F393A">
              <w:t>8(473) 231-78-21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22.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63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гимназия имени И.А. Бунина</w:t>
            </w:r>
          </w:p>
        </w:tc>
        <w:tc>
          <w:tcPr>
            <w:tcW w:w="2402" w:type="dxa"/>
          </w:tcPr>
          <w:p w:rsidR="005453C6" w:rsidRPr="006F393A" w:rsidRDefault="005453C6" w:rsidP="00EE52D1">
            <w:pPr>
              <w:ind w:right="-143"/>
            </w:pPr>
            <w:r w:rsidRPr="006F393A">
              <w:t xml:space="preserve">394065, </w:t>
            </w:r>
            <w:r w:rsidRPr="006F393A">
              <w:br/>
              <w:t xml:space="preserve">г. Воронеж, </w:t>
            </w:r>
            <w:r w:rsidRPr="006F393A">
              <w:br/>
            </w:r>
            <w:r w:rsidRPr="006F393A">
              <w:rPr>
                <w:spacing w:val="-8"/>
              </w:rPr>
              <w:t>ул.Молодогвардейцев,</w:t>
            </w:r>
            <w:r>
              <w:rPr>
                <w:spacing w:val="-8"/>
              </w:rPr>
              <w:t xml:space="preserve"> </w:t>
            </w:r>
            <w:r w:rsidRPr="006F393A">
              <w:t>д. 17</w:t>
            </w:r>
          </w:p>
          <w:p w:rsidR="005453C6" w:rsidRPr="006F393A" w:rsidRDefault="005453C6" w:rsidP="00A5420D"/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 263-08-62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23.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65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 xml:space="preserve">Муниципальное бюджетное общеобразовательное учреждение средняя общеобразовательная школа № 72 </w:t>
            </w:r>
            <w:r w:rsidRPr="006F393A">
              <w:br/>
              <w:t>им. Ю.В. Лукьянчикова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394062, </w:t>
            </w:r>
            <w:r w:rsidRPr="006F393A">
              <w:br/>
              <w:t xml:space="preserve">г.Воронеж, </w:t>
            </w:r>
            <w:r w:rsidRPr="006F393A">
              <w:br/>
              <w:t xml:space="preserve">ул. Южно-Моравская, </w:t>
            </w:r>
            <w:r w:rsidRPr="006F393A">
              <w:br/>
              <w:t>д. 18</w:t>
            </w:r>
          </w:p>
          <w:p w:rsidR="005453C6" w:rsidRPr="006F393A" w:rsidRDefault="005453C6" w:rsidP="00A5420D"/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 263-10-84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Центральный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24.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71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  школа № 5 им. К.П. Феоктистова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394043, </w:t>
            </w:r>
            <w:r w:rsidRPr="006F393A">
              <w:br/>
              <w:t xml:space="preserve">г.Воронеж, </w:t>
            </w:r>
            <w:r w:rsidRPr="006F393A">
              <w:br/>
              <w:t xml:space="preserve">ул. Ленина, </w:t>
            </w:r>
            <w:r w:rsidRPr="006F393A">
              <w:br/>
              <w:t>д. 88</w:t>
            </w:r>
          </w:p>
          <w:p w:rsidR="005453C6" w:rsidRPr="006F393A" w:rsidRDefault="005453C6" w:rsidP="00A5420D"/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8(473)255-39-18,</w:t>
            </w:r>
            <w:r w:rsidRPr="006F393A">
              <w:br/>
              <w:t>8(473)255-56-40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25.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72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 xml:space="preserve">Муниципальное бюджетное общеобразовательное учреждение средняя общеобразовательная школа № 9 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394030, </w:t>
            </w:r>
            <w:r w:rsidRPr="006F393A">
              <w:br/>
              <w:t xml:space="preserve">г. Воронеж, </w:t>
            </w:r>
            <w:r w:rsidRPr="006F393A">
              <w:br/>
              <w:t xml:space="preserve">ул. Карла Маркса, </w:t>
            </w:r>
            <w:r w:rsidRPr="006F393A">
              <w:br/>
              <w:t>д. 69</w:t>
            </w:r>
          </w:p>
          <w:p w:rsidR="005453C6" w:rsidRPr="006F393A" w:rsidRDefault="005453C6" w:rsidP="00A5420D"/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8(473)252-35-47,</w:t>
            </w:r>
            <w:r w:rsidRPr="006F393A">
              <w:br/>
              <w:t>8(473)252-29-44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26.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73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средняя общеобразовательная   школа № 28 с углубленным изучением отдельных предметов</w:t>
            </w:r>
          </w:p>
        </w:tc>
        <w:tc>
          <w:tcPr>
            <w:tcW w:w="2402" w:type="dxa"/>
          </w:tcPr>
          <w:p w:rsidR="005453C6" w:rsidRPr="006F393A" w:rsidRDefault="005453C6" w:rsidP="007479AB">
            <w:r w:rsidRPr="006F393A">
              <w:t xml:space="preserve">394036, </w:t>
            </w:r>
            <w:r w:rsidRPr="006F393A">
              <w:br/>
              <w:t xml:space="preserve">г. Воронеж, </w:t>
            </w:r>
            <w:r w:rsidRPr="006F393A">
              <w:br/>
              <w:t xml:space="preserve">ул. Фридриха Энгельса, </w:t>
            </w:r>
            <w:r w:rsidRPr="006F393A">
              <w:br/>
              <w:t>д. 23</w:t>
            </w:r>
          </w:p>
          <w:p w:rsidR="005453C6" w:rsidRPr="006F393A" w:rsidRDefault="005453C6" w:rsidP="007479AB"/>
        </w:tc>
        <w:tc>
          <w:tcPr>
            <w:tcW w:w="2021" w:type="dxa"/>
          </w:tcPr>
          <w:p w:rsidR="005453C6" w:rsidRPr="006F393A" w:rsidRDefault="005453C6" w:rsidP="007479AB">
            <w:pPr>
              <w:rPr>
                <w:sz w:val="28"/>
                <w:szCs w:val="28"/>
              </w:rPr>
            </w:pPr>
            <w:r w:rsidRPr="006F393A">
              <w:t>8(473) 255-44-91</w:t>
            </w:r>
            <w:r w:rsidRPr="006F393A">
              <w:br/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27.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74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 xml:space="preserve">Муниципальное бюджетное общеобразовательное учреждение гимназия им. академика </w:t>
            </w:r>
            <w:r w:rsidRPr="006F393A">
              <w:br/>
              <w:t>Н.Г. Басова при ВГУ</w:t>
            </w:r>
          </w:p>
        </w:tc>
        <w:tc>
          <w:tcPr>
            <w:tcW w:w="2402" w:type="dxa"/>
          </w:tcPr>
          <w:p w:rsidR="005453C6" w:rsidRPr="006F393A" w:rsidRDefault="005453C6" w:rsidP="007479AB">
            <w:r w:rsidRPr="006F393A">
              <w:t xml:space="preserve">394036, </w:t>
            </w:r>
            <w:r w:rsidRPr="006F393A">
              <w:br/>
              <w:t xml:space="preserve">г. Воронеж, </w:t>
            </w:r>
            <w:r w:rsidRPr="006F393A">
              <w:br/>
              <w:t xml:space="preserve">ул. Карла Маркса, </w:t>
            </w:r>
            <w:r w:rsidRPr="006F393A">
              <w:br/>
              <w:t>д. 57</w:t>
            </w:r>
          </w:p>
          <w:p w:rsidR="005453C6" w:rsidRPr="006F393A" w:rsidRDefault="005453C6" w:rsidP="007479AB"/>
        </w:tc>
        <w:tc>
          <w:tcPr>
            <w:tcW w:w="2021" w:type="dxa"/>
          </w:tcPr>
          <w:p w:rsidR="005453C6" w:rsidRPr="006F393A" w:rsidRDefault="005453C6" w:rsidP="007479AB">
            <w:pPr>
              <w:rPr>
                <w:sz w:val="28"/>
                <w:szCs w:val="28"/>
              </w:rPr>
            </w:pPr>
            <w:r w:rsidRPr="006F393A">
              <w:t>8(473) 253-20-80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28.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75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>Муниципальное бюджетное общеобразовательное учреждение «Средняя общеобразовательная школа № 106»</w:t>
            </w:r>
          </w:p>
          <w:p w:rsidR="005453C6" w:rsidRPr="006F393A" w:rsidRDefault="005453C6" w:rsidP="00A5420D">
            <w:pPr>
              <w:rPr>
                <w:b/>
                <w:bCs/>
                <w:color w:val="FF0000"/>
              </w:rPr>
            </w:pPr>
          </w:p>
        </w:tc>
        <w:tc>
          <w:tcPr>
            <w:tcW w:w="2402" w:type="dxa"/>
          </w:tcPr>
          <w:p w:rsidR="005453C6" w:rsidRPr="006F393A" w:rsidRDefault="005453C6" w:rsidP="007479AB">
            <w:r w:rsidRPr="006F393A">
              <w:rPr>
                <w:color w:val="000000"/>
              </w:rPr>
              <w:t xml:space="preserve">394068, </w:t>
            </w:r>
            <w:r>
              <w:rPr>
                <w:color w:val="000000"/>
              </w:rPr>
              <w:br/>
            </w:r>
            <w:r w:rsidRPr="006F393A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br/>
            </w:r>
            <w:r w:rsidRPr="006F393A">
              <w:rPr>
                <w:color w:val="000000"/>
              </w:rPr>
              <w:t xml:space="preserve">ул. Жилой массив Олимпийский, </w:t>
            </w:r>
            <w:r>
              <w:rPr>
                <w:color w:val="000000"/>
              </w:rPr>
              <w:br/>
            </w:r>
            <w:r w:rsidRPr="006F393A">
              <w:rPr>
                <w:color w:val="000000"/>
              </w:rPr>
              <w:t>д. 14</w:t>
            </w:r>
          </w:p>
        </w:tc>
        <w:tc>
          <w:tcPr>
            <w:tcW w:w="2021" w:type="dxa"/>
          </w:tcPr>
          <w:p w:rsidR="005453C6" w:rsidRPr="006F393A" w:rsidRDefault="005453C6" w:rsidP="007479AB">
            <w:pPr>
              <w:rPr>
                <w:sz w:val="28"/>
                <w:szCs w:val="28"/>
              </w:rPr>
            </w:pPr>
            <w:r w:rsidRPr="006F393A">
              <w:t>8(473) 20</w:t>
            </w:r>
            <w:r w:rsidRPr="00BE6A44">
              <w:t>7</w:t>
            </w:r>
            <w:r w:rsidRPr="006F393A">
              <w:t>-</w:t>
            </w:r>
            <w:r w:rsidRPr="00BE6A44">
              <w:t>10</w:t>
            </w:r>
            <w:r w:rsidRPr="006F393A">
              <w:t>-</w:t>
            </w:r>
            <w:r w:rsidRPr="00BE6A44">
              <w:t>37</w:t>
            </w:r>
            <w:r w:rsidRPr="006F393A">
              <w:br/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Аннинский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29.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211</w:t>
            </w:r>
          </w:p>
        </w:tc>
        <w:tc>
          <w:tcPr>
            <w:tcW w:w="3797" w:type="dxa"/>
          </w:tcPr>
          <w:p w:rsidR="005453C6" w:rsidRPr="006F393A" w:rsidRDefault="005453C6" w:rsidP="00BD75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F393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средняя общеобразовательная школа «Аннинский Лицей»</w:t>
            </w:r>
          </w:p>
        </w:tc>
        <w:tc>
          <w:tcPr>
            <w:tcW w:w="2402" w:type="dxa"/>
          </w:tcPr>
          <w:p w:rsidR="005453C6" w:rsidRPr="006F393A" w:rsidRDefault="005453C6" w:rsidP="00BD75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F393A">
              <w:rPr>
                <w:rFonts w:ascii="Times New Roman" w:hAnsi="Times New Roman" w:cs="Times New Roman"/>
                <w:sz w:val="24"/>
                <w:szCs w:val="24"/>
              </w:rPr>
              <w:t xml:space="preserve">396250, Воронежская область, </w:t>
            </w:r>
            <w:r w:rsidRPr="006F39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Аннинский район, п.г.т. Анна, </w:t>
            </w:r>
            <w:r w:rsidRPr="006F393A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 д. 2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8(47346) 2-21-94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Бобровский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30.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F163DA">
            <w:pPr>
              <w:jc w:val="center"/>
            </w:pPr>
            <w:r w:rsidRPr="006F393A">
              <w:t>221</w:t>
            </w:r>
          </w:p>
        </w:tc>
        <w:tc>
          <w:tcPr>
            <w:tcW w:w="3797" w:type="dxa"/>
          </w:tcPr>
          <w:p w:rsidR="005453C6" w:rsidRPr="006F393A" w:rsidRDefault="005453C6" w:rsidP="00F163DA">
            <w:r w:rsidRPr="006F393A">
              <w:t>Муниципальное бюджетное общеобразовательное учреждение Бобровский образовательный центр «Лидер» имени А.В. Гордеева</w:t>
            </w:r>
          </w:p>
        </w:tc>
        <w:tc>
          <w:tcPr>
            <w:tcW w:w="2402" w:type="dxa"/>
          </w:tcPr>
          <w:p w:rsidR="005453C6" w:rsidRPr="006F393A" w:rsidRDefault="005453C6" w:rsidP="00F163DA">
            <w:pPr>
              <w:ind w:right="-143"/>
            </w:pPr>
            <w:r w:rsidRPr="006F393A">
              <w:t xml:space="preserve">397704, </w:t>
            </w:r>
            <w:r w:rsidRPr="006F393A">
              <w:br/>
              <w:t xml:space="preserve">Воронежская </w:t>
            </w:r>
            <w:r w:rsidRPr="006F393A">
              <w:br/>
              <w:t xml:space="preserve">область, </w:t>
            </w:r>
            <w:r w:rsidRPr="006F393A">
              <w:br/>
              <w:t xml:space="preserve">Бобровский район, </w:t>
            </w:r>
            <w:r w:rsidRPr="006F393A">
              <w:br/>
              <w:t xml:space="preserve">г. Бобров, </w:t>
            </w:r>
            <w:r w:rsidRPr="006F393A">
              <w:br/>
              <w:t>ул. Полевая, д. 2а</w:t>
            </w:r>
          </w:p>
        </w:tc>
        <w:tc>
          <w:tcPr>
            <w:tcW w:w="2021" w:type="dxa"/>
          </w:tcPr>
          <w:p w:rsidR="005453C6" w:rsidRPr="006F393A" w:rsidRDefault="005453C6" w:rsidP="00F163DA">
            <w:r w:rsidRPr="006F393A">
              <w:t>8(47350) 4-00-30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Богучарский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31.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231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казенное общеобразовательное учреждение «Богучарская средняя общеобразовательная школа № 1»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396790, Воронежская область, </w:t>
            </w:r>
            <w:r w:rsidRPr="006F393A">
              <w:br/>
              <w:t xml:space="preserve">г. Богучар, </w:t>
            </w:r>
            <w:r w:rsidRPr="006F393A">
              <w:br/>
              <w:t xml:space="preserve">ул. Карла Маркса, </w:t>
            </w:r>
            <w:r w:rsidRPr="006F393A">
              <w:br/>
              <w:t>дом 3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8(47366) 2-18-50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 xml:space="preserve">Борисоглебский городской округ 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32.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241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бюджетное общеобразовательное учреждение Борисоглебского городского округа Борисоглебская средняя общеобразовательная школа № 4</w:t>
            </w:r>
          </w:p>
        </w:tc>
        <w:tc>
          <w:tcPr>
            <w:tcW w:w="2402" w:type="dxa"/>
          </w:tcPr>
          <w:p w:rsidR="005453C6" w:rsidRPr="006F393A" w:rsidRDefault="005453C6" w:rsidP="00F163DA">
            <w:r w:rsidRPr="006F393A">
              <w:t xml:space="preserve">397165, Воронежская область, </w:t>
            </w:r>
            <w:r w:rsidRPr="006F393A">
              <w:br/>
              <w:t xml:space="preserve">г. Борисоглебск, </w:t>
            </w:r>
            <w:r w:rsidRPr="006F393A">
              <w:br/>
            </w:r>
            <w:r w:rsidRPr="006F393A">
              <w:rPr>
                <w:noProof/>
              </w:rPr>
              <w:t>ул.Объездная, зд.12</w:t>
            </w:r>
          </w:p>
        </w:tc>
        <w:tc>
          <w:tcPr>
            <w:tcW w:w="2021" w:type="dxa"/>
          </w:tcPr>
          <w:p w:rsidR="005453C6" w:rsidRPr="006F393A" w:rsidRDefault="005453C6" w:rsidP="00F163DA">
            <w:r w:rsidRPr="006F393A">
              <w:t>8(47354) 2-63-76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33.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242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бюджетное общеобразовательное учреждение Борисоглебского городского округа Борисоглебская средняя общеобразовательная школа № 10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397171, Воронежская область, </w:t>
            </w:r>
            <w:r w:rsidRPr="006F393A">
              <w:br/>
              <w:t xml:space="preserve">г. Борисоглебск, </w:t>
            </w:r>
            <w:r w:rsidRPr="006F393A">
              <w:br/>
              <w:t xml:space="preserve">ул. Аэродромная, </w:t>
            </w:r>
            <w:r w:rsidRPr="006F393A">
              <w:br/>
              <w:t>д. 15а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8(47354) 6-70-39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Бутурлиновский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34.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251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бюджетное общеобразовательное учреждение Бутурлиновская средняя общеобразовательная школа Бутурлиновского муниципального района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397505, Воронежская область, </w:t>
            </w:r>
            <w:r w:rsidRPr="006F393A">
              <w:br/>
              <w:t xml:space="preserve">г. Бутурлиновка, </w:t>
            </w:r>
            <w:r w:rsidRPr="006F393A">
              <w:br/>
              <w:t xml:space="preserve">ул. Дорожная, </w:t>
            </w:r>
            <w:r w:rsidRPr="006F393A">
              <w:br/>
              <w:t xml:space="preserve">д. 71 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8(47361) 2-83-30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Верхнемамонский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35.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261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Муниципальная бюджетная общеобразовательная организация «Лицей села Верхний Мамон Верхнемамонского муниципального района Воронежской области»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396460, Воронежская область, Верхнемамонский район, </w:t>
            </w:r>
            <w:r w:rsidRPr="006F393A">
              <w:br/>
              <w:t xml:space="preserve">с. Верхний Мамон, </w:t>
            </w:r>
            <w:r w:rsidRPr="006F393A">
              <w:br/>
              <w:t xml:space="preserve">ул. Школьная, </w:t>
            </w:r>
            <w:r w:rsidRPr="006F393A">
              <w:br/>
              <w:t>д. 7А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8(47355) 5-61-45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Верхнехавский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36.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271</w:t>
            </w:r>
          </w:p>
        </w:tc>
        <w:tc>
          <w:tcPr>
            <w:tcW w:w="3797" w:type="dxa"/>
          </w:tcPr>
          <w:p w:rsidR="005453C6" w:rsidRPr="006F393A" w:rsidRDefault="005453C6" w:rsidP="00AA1252">
            <w:r w:rsidRPr="006F393A">
              <w:t>Муниципальное казенное общеобразовательное учреждение «Верхнехавская средняя общеобразовательная школа № 2» Верхнехавского муниципального района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396110, Воронежская область, Верхнехавский район, </w:t>
            </w:r>
            <w:r w:rsidRPr="006F393A">
              <w:br/>
              <w:t xml:space="preserve">с. Верхняя Хава, </w:t>
            </w:r>
            <w:r w:rsidRPr="006F393A">
              <w:br/>
              <w:t xml:space="preserve">ул. Октябрьская, </w:t>
            </w:r>
            <w:r w:rsidRPr="006F393A">
              <w:br/>
              <w:t>д. 22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8(47343) 7-24-81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Воробьевский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37.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281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казенное общеобразовательное учреждение «Воробьевская средняя общеобразовательная школа»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397570, Воронежская область, Воробьевский район, с. Воробьевка, </w:t>
            </w:r>
            <w:r w:rsidRPr="006F393A">
              <w:br/>
              <w:t xml:space="preserve">ул. Калинина, </w:t>
            </w:r>
            <w:r w:rsidRPr="006F393A">
              <w:br/>
              <w:t>д. 24б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8(47356) 3-13-87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Грибановский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38.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292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казенное общеобразовательное учреждение Грибановская средняя общеобразовательная школа №3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397240, Воронежская область, </w:t>
            </w:r>
            <w:r w:rsidRPr="006F393A">
              <w:br/>
              <w:t xml:space="preserve">Грибановский район, </w:t>
            </w:r>
            <w:r w:rsidRPr="006F393A">
              <w:br/>
              <w:t xml:space="preserve">пгт. Грибановский, </w:t>
            </w:r>
            <w:r w:rsidRPr="006F393A">
              <w:br/>
              <w:t xml:space="preserve">ул. Центральная, </w:t>
            </w:r>
            <w:r w:rsidRPr="006F393A">
              <w:br/>
              <w:t>д. 2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8(47348) 3-01-72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Калачеевский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39.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302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бюджетное общеобразовательное учреждение Калачеевская средняя общеобразовательная школа № 6</w:t>
            </w:r>
          </w:p>
        </w:tc>
        <w:tc>
          <w:tcPr>
            <w:tcW w:w="2402" w:type="dxa"/>
          </w:tcPr>
          <w:p w:rsidR="005453C6" w:rsidRPr="006F393A" w:rsidRDefault="005453C6" w:rsidP="00C77A9F">
            <w:r w:rsidRPr="006F393A">
              <w:t>397601,</w:t>
            </w:r>
            <w:r w:rsidRPr="006F393A">
              <w:br/>
              <w:t xml:space="preserve">Воронежская область, </w:t>
            </w:r>
            <w:r w:rsidRPr="006F393A">
              <w:br/>
              <w:t xml:space="preserve">г. Калач, </w:t>
            </w:r>
            <w:r w:rsidRPr="006F393A">
              <w:br/>
              <w:t>ул. 1 Мая, д.86</w:t>
            </w:r>
          </w:p>
        </w:tc>
        <w:tc>
          <w:tcPr>
            <w:tcW w:w="2021" w:type="dxa"/>
          </w:tcPr>
          <w:p w:rsidR="005453C6" w:rsidRPr="006F393A" w:rsidRDefault="005453C6" w:rsidP="00BD7508">
            <w:r w:rsidRPr="006F393A">
              <w:t>8(47363) 22-0-74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Каменский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40.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312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бюджетное общеобразовательное учреждение «Каменская СОШ № 2 имени Героя Советского Союза П.К. Рогозина» Каменского муниципального района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396510, Воронежская область, </w:t>
            </w:r>
            <w:r w:rsidRPr="006F393A">
              <w:br/>
              <w:t xml:space="preserve">пгт. Каменка, </w:t>
            </w:r>
            <w:r w:rsidRPr="006F393A">
              <w:br/>
              <w:t>ул. Полевая,д.30</w:t>
            </w:r>
          </w:p>
        </w:tc>
        <w:tc>
          <w:tcPr>
            <w:tcW w:w="2021" w:type="dxa"/>
          </w:tcPr>
          <w:p w:rsidR="005453C6" w:rsidRPr="006F393A" w:rsidRDefault="005453C6" w:rsidP="004E08F1">
            <w:r w:rsidRPr="006F393A">
              <w:t>8(47357) 5-19-78</w:t>
            </w:r>
          </w:p>
          <w:p w:rsidR="005453C6" w:rsidRPr="006F393A" w:rsidRDefault="005453C6" w:rsidP="002F3971">
            <w:pPr>
              <w:rPr>
                <w:sz w:val="28"/>
                <w:szCs w:val="28"/>
              </w:rPr>
            </w:pPr>
          </w:p>
          <w:p w:rsidR="005453C6" w:rsidRPr="006F393A" w:rsidRDefault="005453C6" w:rsidP="004E08F1">
            <w:pPr>
              <w:rPr>
                <w:sz w:val="28"/>
                <w:szCs w:val="28"/>
              </w:rPr>
            </w:pP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Кантемировский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41.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321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бюджетное общеобразовательное учреждение «Кантемировский лицей» Кантемировского муниципального района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396730, Воронежская область, Кантемировский район, </w:t>
            </w:r>
            <w:r w:rsidRPr="006F393A">
              <w:br/>
              <w:t xml:space="preserve">р.п. Кантемировка, </w:t>
            </w:r>
            <w:r w:rsidRPr="006F393A">
              <w:br/>
              <w:t xml:space="preserve">ул. Первомайская, </w:t>
            </w:r>
            <w:r w:rsidRPr="006F393A">
              <w:br/>
              <w:t>д. 35</w:t>
            </w:r>
          </w:p>
          <w:p w:rsidR="005453C6" w:rsidRPr="006F393A" w:rsidRDefault="005453C6" w:rsidP="00BD7508"/>
        </w:tc>
        <w:tc>
          <w:tcPr>
            <w:tcW w:w="2021" w:type="dxa"/>
          </w:tcPr>
          <w:p w:rsidR="005453C6" w:rsidRPr="006F393A" w:rsidRDefault="005453C6" w:rsidP="00020F67">
            <w:r w:rsidRPr="006F393A">
              <w:t>8(47367) 6-10-67</w:t>
            </w:r>
            <w:r w:rsidRPr="006F393A">
              <w:br/>
            </w:r>
          </w:p>
          <w:p w:rsidR="005453C6" w:rsidRPr="006F393A" w:rsidRDefault="005453C6" w:rsidP="00BD7508">
            <w:pPr>
              <w:rPr>
                <w:sz w:val="28"/>
                <w:szCs w:val="28"/>
              </w:rPr>
            </w:pP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Каширский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42.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333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казенное образовательное учреждение Каширская средняя общеобразовательная школа Каширского муниципального района Воронежской области</w:t>
            </w:r>
          </w:p>
        </w:tc>
        <w:tc>
          <w:tcPr>
            <w:tcW w:w="2402" w:type="dxa"/>
          </w:tcPr>
          <w:p w:rsidR="005453C6" w:rsidRDefault="005453C6" w:rsidP="00BD7508">
            <w:r w:rsidRPr="006F393A">
              <w:t xml:space="preserve">396350, Воронежская область, </w:t>
            </w:r>
            <w:r w:rsidRPr="006F393A">
              <w:br/>
              <w:t xml:space="preserve">Каширский район, </w:t>
            </w:r>
            <w:r w:rsidRPr="006F393A">
              <w:br/>
              <w:t xml:space="preserve">с. Каширское, </w:t>
            </w:r>
            <w:r w:rsidRPr="006F393A">
              <w:br/>
              <w:t xml:space="preserve">ул. Олимпийская, </w:t>
            </w:r>
            <w:r w:rsidRPr="006F393A">
              <w:br/>
              <w:t>д.1А</w:t>
            </w:r>
          </w:p>
          <w:p w:rsidR="005453C6" w:rsidRPr="006F393A" w:rsidRDefault="005453C6" w:rsidP="00BD7508"/>
        </w:tc>
        <w:tc>
          <w:tcPr>
            <w:tcW w:w="2021" w:type="dxa"/>
          </w:tcPr>
          <w:p w:rsidR="005453C6" w:rsidRPr="006F393A" w:rsidRDefault="005453C6" w:rsidP="00F163DA">
            <w:pPr>
              <w:rPr>
                <w:sz w:val="28"/>
                <w:szCs w:val="28"/>
              </w:rPr>
            </w:pPr>
            <w:r w:rsidRPr="006F393A">
              <w:t>8(47342) 4-14-92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Лискинский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43.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341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бюджетное общеобразовательное учреждение «Средняя общеобразовательная школа № 4 г. Лиски» Воронежской области</w:t>
            </w:r>
          </w:p>
        </w:tc>
        <w:tc>
          <w:tcPr>
            <w:tcW w:w="2402" w:type="dxa"/>
          </w:tcPr>
          <w:p w:rsidR="005453C6" w:rsidRDefault="005453C6" w:rsidP="00BD7508">
            <w:r w:rsidRPr="006F393A">
              <w:t xml:space="preserve">397909, Воронежская область, </w:t>
            </w:r>
            <w:r w:rsidRPr="006F393A">
              <w:br/>
              <w:t xml:space="preserve">Лискинский район, </w:t>
            </w:r>
            <w:r w:rsidRPr="006F393A">
              <w:br/>
              <w:t xml:space="preserve">г. Лиски, </w:t>
            </w:r>
            <w:r w:rsidRPr="006F393A">
              <w:br/>
              <w:t xml:space="preserve">ул. Советская, </w:t>
            </w:r>
            <w:r w:rsidRPr="006F393A">
              <w:br/>
              <w:t>д. 116</w:t>
            </w:r>
          </w:p>
          <w:p w:rsidR="005453C6" w:rsidRPr="006F393A" w:rsidRDefault="005453C6" w:rsidP="00BD7508"/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8(47391) 4-40-22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44.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342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казенное общеобразовательное учреждение «Основная общеобразовательная школа № 9 г. Лиски» Воронежской области</w:t>
            </w:r>
          </w:p>
        </w:tc>
        <w:tc>
          <w:tcPr>
            <w:tcW w:w="2402" w:type="dxa"/>
          </w:tcPr>
          <w:p w:rsidR="005453C6" w:rsidRDefault="005453C6" w:rsidP="00BD7508">
            <w:r w:rsidRPr="006F393A">
              <w:t xml:space="preserve">397909, Воронежская область, </w:t>
            </w:r>
            <w:r w:rsidRPr="006F393A">
              <w:br/>
              <w:t xml:space="preserve">Лискинский район, </w:t>
            </w:r>
            <w:r w:rsidRPr="006F393A">
              <w:br/>
              <w:t xml:space="preserve">г. Лиски, </w:t>
            </w:r>
            <w:r w:rsidRPr="006F393A">
              <w:br/>
              <w:t xml:space="preserve">ул. Советская, </w:t>
            </w:r>
            <w:r>
              <w:br/>
            </w:r>
            <w:r w:rsidRPr="006F393A">
              <w:t>д. 29</w:t>
            </w:r>
          </w:p>
          <w:p w:rsidR="005453C6" w:rsidRPr="006F393A" w:rsidRDefault="005453C6" w:rsidP="00BD7508"/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8(47391) 4-66-80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Нижнедевицкий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45.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352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бюджетное общеобразовательное учреждение «Нижнедевицкая гимназия»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396870, Воронежская область, Нижнедевицкий район, </w:t>
            </w:r>
            <w:r w:rsidRPr="006F393A">
              <w:br/>
              <w:t xml:space="preserve">с. Нижнедевицк, </w:t>
            </w:r>
            <w:r w:rsidRPr="006F393A">
              <w:br/>
              <w:t>ул. Луговая, д.1А</w:t>
            </w:r>
          </w:p>
          <w:p w:rsidR="005453C6" w:rsidRPr="006F393A" w:rsidRDefault="005453C6" w:rsidP="00BD7508"/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8(47370) 5-23-61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Новоусманский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46.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363</w:t>
            </w:r>
          </w:p>
        </w:tc>
        <w:tc>
          <w:tcPr>
            <w:tcW w:w="3797" w:type="dxa"/>
          </w:tcPr>
          <w:p w:rsidR="005453C6" w:rsidRPr="006F393A" w:rsidRDefault="005453C6" w:rsidP="00B530AF">
            <w:r w:rsidRPr="006F393A">
              <w:t xml:space="preserve">Муниципальное бюджетное общеобразовательное учреждение Новоусманского муниципального района Воронежской области «Новоусманский образовательный центр» </w:t>
            </w:r>
          </w:p>
        </w:tc>
        <w:tc>
          <w:tcPr>
            <w:tcW w:w="2402" w:type="dxa"/>
          </w:tcPr>
          <w:p w:rsidR="005453C6" w:rsidRPr="006F393A" w:rsidRDefault="005453C6" w:rsidP="00051440">
            <w:pPr>
              <w:ind w:right="140"/>
              <w:rPr>
                <w:spacing w:val="-4"/>
              </w:rPr>
            </w:pPr>
            <w:r w:rsidRPr="006F393A">
              <w:rPr>
                <w:spacing w:val="-4"/>
              </w:rPr>
              <w:t>396310, Воронежская область, Новоусманский район, с. Новая Усмань, улица Серебряный век, д.7</w:t>
            </w:r>
          </w:p>
          <w:p w:rsidR="005453C6" w:rsidRPr="006F393A" w:rsidRDefault="005453C6" w:rsidP="00051440">
            <w:pPr>
              <w:ind w:right="140"/>
            </w:pPr>
          </w:p>
        </w:tc>
        <w:tc>
          <w:tcPr>
            <w:tcW w:w="2021" w:type="dxa"/>
          </w:tcPr>
          <w:p w:rsidR="005453C6" w:rsidRPr="006F393A" w:rsidRDefault="005453C6" w:rsidP="00B530A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93A">
              <w:rPr>
                <w:rFonts w:ascii="Times New Roman" w:hAnsi="Times New Roman" w:cs="Times New Roman"/>
                <w:sz w:val="24"/>
                <w:szCs w:val="24"/>
              </w:rPr>
              <w:t>8(473)210-48-72</w:t>
            </w:r>
            <w:r w:rsidRPr="006F393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Новохопёрский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47.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7479AB">
            <w:pPr>
              <w:jc w:val="center"/>
            </w:pPr>
            <w:r w:rsidRPr="006F393A">
              <w:t>372</w:t>
            </w:r>
          </w:p>
        </w:tc>
        <w:tc>
          <w:tcPr>
            <w:tcW w:w="3797" w:type="dxa"/>
          </w:tcPr>
          <w:p w:rsidR="005453C6" w:rsidRPr="006F393A" w:rsidRDefault="005453C6" w:rsidP="007479AB">
            <w:r w:rsidRPr="006F393A">
              <w:t>Муниципальное бюджетное общеобразовательное учреждение Новохопёрского муниципального района Воронежской области «Новохопёрский образовательный центр «Принципиум» имени Виктора Тихоновича Петрова»</w:t>
            </w:r>
          </w:p>
        </w:tc>
        <w:tc>
          <w:tcPr>
            <w:tcW w:w="2402" w:type="dxa"/>
          </w:tcPr>
          <w:p w:rsidR="005453C6" w:rsidRDefault="005453C6" w:rsidP="007479AB">
            <w:r w:rsidRPr="006F393A">
              <w:t xml:space="preserve">397401, Воронежская область, </w:t>
            </w:r>
            <w:r w:rsidRPr="006F393A">
              <w:br/>
              <w:t>Новохопёрский район,</w:t>
            </w:r>
            <w:r w:rsidRPr="006F393A">
              <w:br/>
              <w:t xml:space="preserve">г. Новохопёрск, </w:t>
            </w:r>
            <w:r w:rsidRPr="006F393A">
              <w:br/>
              <w:t>ул. Советская,</w:t>
            </w:r>
            <w:r w:rsidRPr="006F393A">
              <w:br/>
              <w:t>д.168</w:t>
            </w:r>
          </w:p>
          <w:p w:rsidR="005453C6" w:rsidRPr="006F393A" w:rsidRDefault="005453C6" w:rsidP="007479AB"/>
        </w:tc>
        <w:tc>
          <w:tcPr>
            <w:tcW w:w="2021" w:type="dxa"/>
          </w:tcPr>
          <w:p w:rsidR="005453C6" w:rsidRPr="006F393A" w:rsidRDefault="005453C6" w:rsidP="007479AB">
            <w:pPr>
              <w:rPr>
                <w:sz w:val="28"/>
                <w:szCs w:val="28"/>
              </w:rPr>
            </w:pPr>
            <w:r w:rsidRPr="006F393A">
              <w:t>8(47353) 5-80-61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Ольховатский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48.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F163DA">
            <w:pPr>
              <w:jc w:val="center"/>
            </w:pPr>
            <w:r w:rsidRPr="006F393A">
              <w:t>381</w:t>
            </w:r>
          </w:p>
        </w:tc>
        <w:tc>
          <w:tcPr>
            <w:tcW w:w="3797" w:type="dxa"/>
          </w:tcPr>
          <w:p w:rsidR="005453C6" w:rsidRPr="006F393A" w:rsidRDefault="005453C6" w:rsidP="00F163DA">
            <w:r w:rsidRPr="006F393A">
              <w:t xml:space="preserve">Муниципальное бюджетное общеобразовательное учреждение Ольховатская средняя общеобразовательная школа </w:t>
            </w:r>
          </w:p>
        </w:tc>
        <w:tc>
          <w:tcPr>
            <w:tcW w:w="2402" w:type="dxa"/>
          </w:tcPr>
          <w:p w:rsidR="005453C6" w:rsidRDefault="005453C6" w:rsidP="00F163DA">
            <w:pPr>
              <w:ind w:right="-143"/>
            </w:pPr>
            <w:r w:rsidRPr="006F393A">
              <w:t>396670,</w:t>
            </w:r>
            <w:r w:rsidRPr="006F393A">
              <w:br/>
              <w:t xml:space="preserve">Воронежская </w:t>
            </w:r>
            <w:r w:rsidRPr="006F393A">
              <w:br/>
              <w:t xml:space="preserve">область, Ольховатский район, р.п. Ольховатка, </w:t>
            </w:r>
            <w:r w:rsidRPr="006F393A">
              <w:br/>
              <w:t xml:space="preserve">ул. Октябрьская, </w:t>
            </w:r>
            <w:r w:rsidRPr="006F393A">
              <w:br/>
              <w:t>д. 56</w:t>
            </w:r>
          </w:p>
          <w:p w:rsidR="005453C6" w:rsidRPr="006F393A" w:rsidRDefault="005453C6" w:rsidP="00F163DA">
            <w:pPr>
              <w:ind w:right="-143"/>
            </w:pPr>
          </w:p>
        </w:tc>
        <w:tc>
          <w:tcPr>
            <w:tcW w:w="2021" w:type="dxa"/>
          </w:tcPr>
          <w:p w:rsidR="005453C6" w:rsidRPr="006F393A" w:rsidRDefault="005453C6" w:rsidP="00F163DA">
            <w:r w:rsidRPr="006F393A">
              <w:t>8(47395) 4-07-82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Острогожский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49.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391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казённое общеобразовательное учреждение средняя общеобразовательная школа № 1</w:t>
            </w:r>
          </w:p>
        </w:tc>
        <w:tc>
          <w:tcPr>
            <w:tcW w:w="2402" w:type="dxa"/>
          </w:tcPr>
          <w:p w:rsidR="005453C6" w:rsidRDefault="005453C6" w:rsidP="00BD7508">
            <w:r w:rsidRPr="006F393A">
              <w:t xml:space="preserve">397855, Воронежская область, </w:t>
            </w:r>
            <w:r w:rsidRPr="006F393A">
              <w:br/>
              <w:t xml:space="preserve">г. Острогожск, </w:t>
            </w:r>
            <w:r w:rsidRPr="006F393A">
              <w:br/>
              <w:t xml:space="preserve">ул. Прохоренко, </w:t>
            </w:r>
            <w:r w:rsidRPr="006F393A">
              <w:br/>
              <w:t>д. 136</w:t>
            </w:r>
          </w:p>
          <w:p w:rsidR="005453C6" w:rsidRPr="006F393A" w:rsidRDefault="005453C6" w:rsidP="00BD7508"/>
        </w:tc>
        <w:tc>
          <w:tcPr>
            <w:tcW w:w="2021" w:type="dxa"/>
          </w:tcPr>
          <w:p w:rsidR="005453C6" w:rsidRPr="006F393A" w:rsidRDefault="005453C6" w:rsidP="00FA3F9E">
            <w:pPr>
              <w:rPr>
                <w:sz w:val="28"/>
                <w:szCs w:val="28"/>
              </w:rPr>
            </w:pPr>
            <w:r w:rsidRPr="006F393A">
              <w:t>8(47375) 4-16-64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Павловский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50.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A5420D">
            <w:pPr>
              <w:jc w:val="center"/>
            </w:pPr>
            <w:r w:rsidRPr="006F393A">
              <w:t>401</w:t>
            </w:r>
          </w:p>
        </w:tc>
        <w:tc>
          <w:tcPr>
            <w:tcW w:w="3797" w:type="dxa"/>
          </w:tcPr>
          <w:p w:rsidR="005453C6" w:rsidRPr="006F393A" w:rsidRDefault="005453C6" w:rsidP="00A5420D">
            <w:r w:rsidRPr="006F393A">
              <w:t xml:space="preserve">Муниципальное бюджетное общеобразовательное учреждение Павловская средняя общеобразовательная школа </w:t>
            </w:r>
            <w:r w:rsidRPr="006F393A">
              <w:br/>
              <w:t>с углубленным изучением отдельных предметов Павловского муниципального района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A5420D">
            <w:r w:rsidRPr="006F393A">
              <w:t xml:space="preserve">396422, Воронежская область, </w:t>
            </w:r>
            <w:r w:rsidRPr="006F393A">
              <w:br/>
              <w:t xml:space="preserve">г. Павловск, </w:t>
            </w:r>
            <w:r w:rsidRPr="006F393A">
              <w:br/>
              <w:t>Проспект революции, д.15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8(47362) 2-41-30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Панинский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51.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F163DA">
            <w:pPr>
              <w:jc w:val="center"/>
            </w:pPr>
            <w:r w:rsidRPr="006F393A">
              <w:t>412</w:t>
            </w:r>
          </w:p>
        </w:tc>
        <w:tc>
          <w:tcPr>
            <w:tcW w:w="3797" w:type="dxa"/>
          </w:tcPr>
          <w:p w:rsidR="005453C6" w:rsidRPr="006F393A" w:rsidRDefault="005453C6" w:rsidP="00F163DA">
            <w:r w:rsidRPr="006F393A">
              <w:t>Муниципальное казенное общеобразовательное учреждение Перелешинская средняя общеобразовательная школа Панинского муниципального района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F163DA">
            <w:r w:rsidRPr="006F393A">
              <w:t xml:space="preserve">396180, Воронежская область, Панинский район, </w:t>
            </w:r>
          </w:p>
          <w:p w:rsidR="005453C6" w:rsidRPr="006F393A" w:rsidRDefault="005453C6" w:rsidP="00F163DA">
            <w:r w:rsidRPr="006F393A">
              <w:t xml:space="preserve">п. Перелешино, </w:t>
            </w:r>
          </w:p>
          <w:p w:rsidR="005453C6" w:rsidRDefault="005453C6" w:rsidP="00F163DA">
            <w:r w:rsidRPr="006F393A">
              <w:t xml:space="preserve">ул. 50 лет Октября, д.5б </w:t>
            </w:r>
          </w:p>
          <w:p w:rsidR="005453C6" w:rsidRPr="006F393A" w:rsidRDefault="005453C6" w:rsidP="00F163DA"/>
        </w:tc>
        <w:tc>
          <w:tcPr>
            <w:tcW w:w="2021" w:type="dxa"/>
          </w:tcPr>
          <w:p w:rsidR="005453C6" w:rsidRPr="006F393A" w:rsidRDefault="005453C6" w:rsidP="00F163DA">
            <w:pPr>
              <w:rPr>
                <w:sz w:val="28"/>
                <w:szCs w:val="28"/>
              </w:rPr>
            </w:pPr>
            <w:r w:rsidRPr="006F393A">
              <w:t>8(47344) 3-85-31</w:t>
            </w:r>
            <w:r w:rsidRPr="006F393A">
              <w:br/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Петропавловский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52.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421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казенное общеобразовательное учреждение Петропавловская средняя общеобразовательная школа</w:t>
            </w:r>
          </w:p>
        </w:tc>
        <w:tc>
          <w:tcPr>
            <w:tcW w:w="2402" w:type="dxa"/>
          </w:tcPr>
          <w:p w:rsidR="005453C6" w:rsidRDefault="005453C6" w:rsidP="00BD7508">
            <w:r w:rsidRPr="006F393A">
              <w:t xml:space="preserve">397670, Воронежская область, </w:t>
            </w:r>
            <w:r w:rsidRPr="006F393A">
              <w:br/>
              <w:t xml:space="preserve">с. Петропавловка, </w:t>
            </w:r>
            <w:r w:rsidRPr="006F393A">
              <w:br/>
              <w:t xml:space="preserve">ул. Туркенича, </w:t>
            </w:r>
            <w:r w:rsidRPr="006F393A">
              <w:br/>
              <w:t>д. 29</w:t>
            </w:r>
          </w:p>
          <w:p w:rsidR="005453C6" w:rsidRPr="006F393A" w:rsidRDefault="005453C6" w:rsidP="00BD7508"/>
          <w:p w:rsidR="005453C6" w:rsidRPr="006F393A" w:rsidRDefault="005453C6" w:rsidP="00BD7508"/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8(47365) 2-18-65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Поворинский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53.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432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казенное общеобразовательное учреждение «Средняя общеобразовательная школа № 1» г. Поворино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397350, Воронежская область, </w:t>
            </w:r>
            <w:r w:rsidRPr="006F393A">
              <w:br/>
              <w:t xml:space="preserve">г. Поворино, </w:t>
            </w:r>
            <w:r w:rsidRPr="006F393A">
              <w:br/>
              <w:t xml:space="preserve">пер. Школьный, </w:t>
            </w:r>
            <w:r w:rsidRPr="006F393A">
              <w:br/>
              <w:t>д.4</w:t>
            </w:r>
          </w:p>
          <w:p w:rsidR="005453C6" w:rsidRPr="006F393A" w:rsidRDefault="005453C6" w:rsidP="00BD7508"/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>8(47376) 4-08-41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Подгоренский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54.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441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бюджетное общеобразовательное учреждение «Подгоренская средняя общеобразовательная школа № 1» Подгоренского муниципального района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396560, Воронежская область, Подгоренский район, </w:t>
            </w:r>
            <w:r w:rsidRPr="006F393A">
              <w:br/>
              <w:t xml:space="preserve">пгт. Подгоренский, </w:t>
            </w:r>
            <w:r w:rsidRPr="006F393A">
              <w:br/>
              <w:t xml:space="preserve">ул. Калинина, </w:t>
            </w:r>
            <w:r w:rsidRPr="006F393A">
              <w:br/>
              <w:t>д.18</w:t>
            </w:r>
          </w:p>
        </w:tc>
        <w:tc>
          <w:tcPr>
            <w:tcW w:w="2021" w:type="dxa"/>
          </w:tcPr>
          <w:p w:rsidR="005453C6" w:rsidRPr="006F393A" w:rsidRDefault="005453C6" w:rsidP="00A5420D">
            <w:pPr>
              <w:rPr>
                <w:sz w:val="28"/>
                <w:szCs w:val="28"/>
              </w:rPr>
            </w:pPr>
            <w:r w:rsidRPr="006F393A">
              <w:t xml:space="preserve">8(47394) 53-1-15, </w:t>
            </w:r>
            <w:r w:rsidRPr="006F393A">
              <w:br/>
              <w:t>8(47394) 5-43-02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Рамонский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55.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F163DA">
            <w:pPr>
              <w:jc w:val="center"/>
            </w:pPr>
            <w:r w:rsidRPr="006F393A">
              <w:t>452</w:t>
            </w:r>
          </w:p>
        </w:tc>
        <w:tc>
          <w:tcPr>
            <w:tcW w:w="3797" w:type="dxa"/>
          </w:tcPr>
          <w:p w:rsidR="005453C6" w:rsidRPr="006F393A" w:rsidRDefault="005453C6" w:rsidP="00F163DA">
            <w:r w:rsidRPr="006F393A">
              <w:t>Муниципальное бюджетное общеобразовательное учреждение «Рамонский лицей»</w:t>
            </w:r>
            <w:r w:rsidRPr="006F393A">
              <w:br/>
              <w:t>им. Е.М. Ольденбургской Рамонского муниципального района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F163DA">
            <w:r w:rsidRPr="006F393A">
              <w:t>396020, Воронежская обл., Рамонский район, р.п. Рамонь, ул. 50 лет Октября, д. 7</w:t>
            </w:r>
          </w:p>
        </w:tc>
        <w:tc>
          <w:tcPr>
            <w:tcW w:w="2021" w:type="dxa"/>
          </w:tcPr>
          <w:p w:rsidR="005453C6" w:rsidRPr="006F393A" w:rsidRDefault="005453C6" w:rsidP="00F163DA">
            <w:r w:rsidRPr="006F393A">
              <w:t>8(47340) 2-15-47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Репьёвский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56.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461</w:t>
            </w:r>
          </w:p>
        </w:tc>
        <w:tc>
          <w:tcPr>
            <w:tcW w:w="3797" w:type="dxa"/>
          </w:tcPr>
          <w:p w:rsidR="005453C6" w:rsidRPr="006F393A" w:rsidRDefault="005453C6" w:rsidP="00784467">
            <w:r w:rsidRPr="006F393A">
              <w:t>Муниципальное бюджетное общеобразовательное учреждение Репьёвского муниципального района Воронежской области «Репьёвская школа»</w:t>
            </w:r>
          </w:p>
        </w:tc>
        <w:tc>
          <w:tcPr>
            <w:tcW w:w="2402" w:type="dxa"/>
          </w:tcPr>
          <w:p w:rsidR="005453C6" w:rsidRPr="006F393A" w:rsidRDefault="005453C6" w:rsidP="00784467">
            <w:r w:rsidRPr="006F393A">
              <w:t xml:space="preserve">396370, Воронежская область, </w:t>
            </w:r>
            <w:r w:rsidRPr="006F393A">
              <w:br/>
              <w:t xml:space="preserve">Репьёвский район, </w:t>
            </w:r>
            <w:r w:rsidRPr="006F393A">
              <w:br/>
              <w:t xml:space="preserve">с. Репьёвка, </w:t>
            </w:r>
            <w:r w:rsidRPr="006F393A">
              <w:br/>
              <w:t xml:space="preserve">ул. Спортивная, </w:t>
            </w:r>
            <w:r w:rsidRPr="006F393A">
              <w:br/>
              <w:t>д. 11</w:t>
            </w:r>
          </w:p>
        </w:tc>
        <w:tc>
          <w:tcPr>
            <w:tcW w:w="2021" w:type="dxa"/>
          </w:tcPr>
          <w:p w:rsidR="005453C6" w:rsidRPr="006F393A" w:rsidRDefault="005453C6" w:rsidP="00784467">
            <w:r w:rsidRPr="006F393A">
              <w:t>8(47374) 2-15-04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Россошанский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57.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472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казенное общеобразовательное учреждение средняя общеобразовательная школа № 9 г. Россоши Россошанского муниципального района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396658, Воронежская область, </w:t>
            </w:r>
            <w:r w:rsidRPr="006F393A">
              <w:br/>
              <w:t xml:space="preserve">г. Россошь, </w:t>
            </w:r>
            <w:r w:rsidRPr="006F393A">
              <w:br/>
              <w:t xml:space="preserve">пр. Труда, </w:t>
            </w:r>
            <w:r w:rsidRPr="006F393A">
              <w:br/>
              <w:t>д.20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8(47396) 2-54-12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58.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474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бюджетное общеобразовательное учреждение «Средняя общеобразовательная школа № 25 с углубленным изучением отдельных предметов имени Героя Советского Союза Б.И. Рябцева» г. Россоши Россошанского муниципального района Воронежской области</w:t>
            </w:r>
          </w:p>
          <w:p w:rsidR="005453C6" w:rsidRPr="006F393A" w:rsidRDefault="005453C6" w:rsidP="00BD7508"/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396660, Воронежская область, </w:t>
            </w:r>
            <w:r w:rsidRPr="006F393A">
              <w:br/>
              <w:t xml:space="preserve">г. Россошь, </w:t>
            </w:r>
            <w:r w:rsidRPr="006F393A">
              <w:br/>
              <w:t xml:space="preserve">ул. Крупской, </w:t>
            </w:r>
            <w:r w:rsidRPr="006F393A">
              <w:br/>
              <w:t>д. 66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8(47396) 5-29-69,</w:t>
            </w:r>
            <w:r w:rsidRPr="006F393A">
              <w:br/>
              <w:t>8(47396) 3-09-09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59.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473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 xml:space="preserve">Муниципальное бюджетное общеобразовательное учреждение «Подгоренский лицей имени </w:t>
            </w:r>
            <w:r w:rsidRPr="006F393A">
              <w:br/>
              <w:t>Н.А. Белозорова» Россошанского муниципального района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396620, Воронежская область, Россошанский район, с. Подгорное, </w:t>
            </w:r>
            <w:r w:rsidRPr="006F393A">
              <w:br/>
              <w:t xml:space="preserve">пер. Луначарского, </w:t>
            </w:r>
            <w:r w:rsidRPr="006F393A">
              <w:br/>
              <w:t>д. 2-а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8(47396) 2-31-73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Семилукский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60.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F163DA">
            <w:pPr>
              <w:jc w:val="center"/>
            </w:pPr>
            <w:r w:rsidRPr="006F393A">
              <w:t>481</w:t>
            </w:r>
          </w:p>
        </w:tc>
        <w:tc>
          <w:tcPr>
            <w:tcW w:w="3797" w:type="dxa"/>
          </w:tcPr>
          <w:p w:rsidR="005453C6" w:rsidRPr="006F393A" w:rsidRDefault="005453C6" w:rsidP="00F163DA">
            <w:pPr>
              <w:rPr>
                <w:spacing w:val="-4"/>
              </w:rPr>
            </w:pPr>
            <w:r w:rsidRPr="006F393A">
              <w:rPr>
                <w:spacing w:val="-4"/>
              </w:rPr>
              <w:t>Муниципальное казенное общеобразовательное учреждение средняя общеобразовательная школа № 1 Семилукского муниципального район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F163DA">
            <w:r w:rsidRPr="006F393A">
              <w:t>396900, Воронежская область,</w:t>
            </w:r>
            <w:r w:rsidRPr="006F393A">
              <w:br/>
              <w:t xml:space="preserve">г. Семилуки, </w:t>
            </w:r>
            <w:r w:rsidRPr="006F393A">
              <w:br/>
              <w:t xml:space="preserve">ул. Гагарина, д. 27 </w:t>
            </w:r>
          </w:p>
          <w:p w:rsidR="005453C6" w:rsidRPr="006F393A" w:rsidRDefault="005453C6" w:rsidP="00F163DA"/>
        </w:tc>
        <w:tc>
          <w:tcPr>
            <w:tcW w:w="2021" w:type="dxa"/>
          </w:tcPr>
          <w:p w:rsidR="005453C6" w:rsidRPr="006F393A" w:rsidRDefault="005453C6" w:rsidP="00F163DA">
            <w:r w:rsidRPr="006F393A">
              <w:t>8(47372) 2-48-49,</w:t>
            </w:r>
            <w:r w:rsidRPr="006F393A">
              <w:br/>
              <w:t>8(47372) 2-39-67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Таловский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61.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493</w:t>
            </w:r>
          </w:p>
        </w:tc>
        <w:tc>
          <w:tcPr>
            <w:tcW w:w="3797" w:type="dxa"/>
          </w:tcPr>
          <w:p w:rsidR="005453C6" w:rsidRPr="006F393A" w:rsidRDefault="005453C6" w:rsidP="00784467">
            <w:r w:rsidRPr="006F393A">
              <w:t>Муниципальное казенное общеобразовательное учреждение Таловская средняя общеобразовательная школа</w:t>
            </w:r>
          </w:p>
        </w:tc>
        <w:tc>
          <w:tcPr>
            <w:tcW w:w="2402" w:type="dxa"/>
          </w:tcPr>
          <w:p w:rsidR="005453C6" w:rsidRPr="006F393A" w:rsidRDefault="005453C6" w:rsidP="00F163DA">
            <w:r w:rsidRPr="006F393A">
              <w:t xml:space="preserve">397480, Воронежская область, </w:t>
            </w:r>
            <w:r w:rsidRPr="006F393A">
              <w:br/>
              <w:t xml:space="preserve">Таловский район, р.п. Таловая, </w:t>
            </w:r>
            <w:r w:rsidRPr="006F393A">
              <w:br/>
              <w:t>ул. Садовая, 39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8(47352) 2-17-58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Терновский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62.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502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казенное общеобразовательное учреждение Терновская средняя общеобразовательная школа № 1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397110, Воронежская область, </w:t>
            </w:r>
            <w:r w:rsidRPr="006F393A">
              <w:br/>
              <w:t xml:space="preserve">Терновский район, </w:t>
            </w:r>
            <w:r w:rsidRPr="006F393A">
              <w:br/>
              <w:t xml:space="preserve">с. Терновка, </w:t>
            </w:r>
            <w:r w:rsidRPr="006F393A">
              <w:br/>
              <w:t>ул. Советская, д.35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8(47347) 5-10-32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Хохольский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63.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512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 xml:space="preserve">Муниципальное бюджетное общеобразовательное учреждение «Хохольский лицей» Хохольского </w:t>
            </w:r>
            <w:r w:rsidRPr="006F393A">
              <w:rPr>
                <w:spacing w:val="-4"/>
              </w:rPr>
              <w:t>муниципального района Воронежской области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396840, Воронежская область, </w:t>
            </w:r>
            <w:r w:rsidRPr="006F393A">
              <w:br/>
              <w:t xml:space="preserve">Хохольский район, </w:t>
            </w:r>
            <w:r w:rsidRPr="006F393A">
              <w:br/>
              <w:t xml:space="preserve">р.п. Хохольский, </w:t>
            </w:r>
            <w:r w:rsidRPr="006F393A">
              <w:br/>
              <w:t>ул. Школьная, д. 20</w:t>
            </w:r>
          </w:p>
        </w:tc>
        <w:tc>
          <w:tcPr>
            <w:tcW w:w="2021" w:type="dxa"/>
          </w:tcPr>
          <w:p w:rsidR="005453C6" w:rsidRPr="006F393A" w:rsidRDefault="005453C6" w:rsidP="00BD7508">
            <w:pPr>
              <w:rPr>
                <w:sz w:val="28"/>
                <w:szCs w:val="28"/>
              </w:rPr>
            </w:pPr>
            <w:r w:rsidRPr="006F393A">
              <w:t>8(47371) 41-3-14</w:t>
            </w:r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Эртильский муниципальный район</w:t>
            </w:r>
          </w:p>
        </w:tc>
      </w:tr>
      <w:tr w:rsidR="005453C6" w:rsidRPr="006F393A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64.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F163DA">
            <w:pPr>
              <w:jc w:val="center"/>
            </w:pPr>
            <w:r w:rsidRPr="006F393A">
              <w:t>521</w:t>
            </w:r>
          </w:p>
        </w:tc>
        <w:tc>
          <w:tcPr>
            <w:tcW w:w="3797" w:type="dxa"/>
          </w:tcPr>
          <w:p w:rsidR="005453C6" w:rsidRPr="006F393A" w:rsidRDefault="005453C6" w:rsidP="00F163DA">
            <w:r w:rsidRPr="006F393A">
              <w:t>Муниципальное бюджетное общеобразовательное учреждение «Эртильская средняя общеобразовательная школа с углубленным изучением отдельных предметов»</w:t>
            </w:r>
          </w:p>
        </w:tc>
        <w:tc>
          <w:tcPr>
            <w:tcW w:w="2402" w:type="dxa"/>
          </w:tcPr>
          <w:p w:rsidR="005453C6" w:rsidRPr="006F393A" w:rsidRDefault="005453C6" w:rsidP="00F163DA">
            <w:r w:rsidRPr="006F393A">
              <w:t xml:space="preserve">397030, Воронежская область, </w:t>
            </w:r>
            <w:r w:rsidRPr="006F393A">
              <w:br/>
              <w:t xml:space="preserve">г. Эртиль, </w:t>
            </w:r>
            <w:r w:rsidRPr="006F393A">
              <w:br/>
              <w:t>ул. Советская, д. 2а</w:t>
            </w:r>
          </w:p>
        </w:tc>
        <w:tc>
          <w:tcPr>
            <w:tcW w:w="2021" w:type="dxa"/>
          </w:tcPr>
          <w:p w:rsidR="005453C6" w:rsidRPr="006F393A" w:rsidRDefault="005453C6" w:rsidP="00F163DA">
            <w:pPr>
              <w:rPr>
                <w:sz w:val="28"/>
                <w:szCs w:val="28"/>
              </w:rPr>
            </w:pPr>
            <w:hyperlink r:id="rId7" w:history="1">
              <w:r w:rsidRPr="006F393A">
                <w:rPr>
                  <w:rStyle w:val="Hyperlink"/>
                  <w:color w:val="auto"/>
                  <w:u w:val="none"/>
                </w:rPr>
                <w:t>8(47345) 2-15-23</w:t>
              </w:r>
            </w:hyperlink>
          </w:p>
        </w:tc>
      </w:tr>
      <w:tr w:rsidR="005453C6" w:rsidRPr="006F393A">
        <w:tc>
          <w:tcPr>
            <w:tcW w:w="9571" w:type="dxa"/>
            <w:gridSpan w:val="5"/>
            <w:vAlign w:val="center"/>
          </w:tcPr>
          <w:p w:rsidR="005453C6" w:rsidRPr="006F393A" w:rsidRDefault="005453C6" w:rsidP="00BE2495">
            <w:pPr>
              <w:jc w:val="center"/>
              <w:rPr>
                <w:b/>
                <w:bCs/>
              </w:rPr>
            </w:pPr>
            <w:r w:rsidRPr="006F393A">
              <w:rPr>
                <w:b/>
                <w:bCs/>
              </w:rPr>
              <w:t>Городской округ город Нововоронеж</w:t>
            </w:r>
          </w:p>
        </w:tc>
      </w:tr>
      <w:tr w:rsidR="005453C6" w:rsidRPr="006F479E">
        <w:tc>
          <w:tcPr>
            <w:tcW w:w="636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65.</w:t>
            </w:r>
          </w:p>
        </w:tc>
        <w:tc>
          <w:tcPr>
            <w:tcW w:w="715" w:type="dxa"/>
            <w:vAlign w:val="center"/>
          </w:tcPr>
          <w:p w:rsidR="005453C6" w:rsidRPr="006F393A" w:rsidRDefault="005453C6" w:rsidP="00BE2495">
            <w:pPr>
              <w:jc w:val="center"/>
            </w:pPr>
            <w:r w:rsidRPr="006F393A">
              <w:t>531</w:t>
            </w:r>
          </w:p>
        </w:tc>
        <w:tc>
          <w:tcPr>
            <w:tcW w:w="3797" w:type="dxa"/>
          </w:tcPr>
          <w:p w:rsidR="005453C6" w:rsidRPr="006F393A" w:rsidRDefault="005453C6" w:rsidP="00BD7508">
            <w:r w:rsidRPr="006F393A">
              <w:t>Муниципальное казенное общеобразовательное учреждение «Средняя общеобразовательная школа № 4 городского округа город Нововоронеж»</w:t>
            </w:r>
          </w:p>
        </w:tc>
        <w:tc>
          <w:tcPr>
            <w:tcW w:w="2402" w:type="dxa"/>
          </w:tcPr>
          <w:p w:rsidR="005453C6" w:rsidRPr="006F393A" w:rsidRDefault="005453C6" w:rsidP="00BD7508">
            <w:r w:rsidRPr="006F393A">
              <w:t xml:space="preserve">396073, Воронежская область, </w:t>
            </w:r>
            <w:r w:rsidRPr="006F393A">
              <w:br/>
              <w:t xml:space="preserve">г. Нововоронеж, </w:t>
            </w:r>
            <w:r w:rsidRPr="006F393A">
              <w:br/>
              <w:t>ул. Первомайская, д.9-Б</w:t>
            </w:r>
          </w:p>
        </w:tc>
        <w:tc>
          <w:tcPr>
            <w:tcW w:w="2021" w:type="dxa"/>
          </w:tcPr>
          <w:p w:rsidR="005453C6" w:rsidRPr="006F479E" w:rsidRDefault="005453C6" w:rsidP="00BD7508">
            <w:pPr>
              <w:rPr>
                <w:sz w:val="28"/>
                <w:szCs w:val="28"/>
              </w:rPr>
            </w:pPr>
            <w:r w:rsidRPr="006F393A">
              <w:t>8(47364) 2-40-03</w:t>
            </w:r>
          </w:p>
        </w:tc>
      </w:tr>
    </w:tbl>
    <w:p w:rsidR="005453C6" w:rsidRPr="00577C63" w:rsidRDefault="005453C6" w:rsidP="00EE3CC9">
      <w:pPr>
        <w:rPr>
          <w:sz w:val="4"/>
          <w:szCs w:val="4"/>
        </w:rPr>
      </w:pPr>
    </w:p>
    <w:sectPr w:rsidR="005453C6" w:rsidRPr="00577C63" w:rsidSect="009E252D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3C6" w:rsidRDefault="005453C6">
      <w:r>
        <w:separator/>
      </w:r>
    </w:p>
  </w:endnote>
  <w:endnote w:type="continuationSeparator" w:id="1">
    <w:p w:rsidR="005453C6" w:rsidRDefault="00545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3C6" w:rsidRDefault="005453C6">
      <w:r>
        <w:separator/>
      </w:r>
    </w:p>
  </w:footnote>
  <w:footnote w:type="continuationSeparator" w:id="1">
    <w:p w:rsidR="005453C6" w:rsidRDefault="005453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3C6" w:rsidRDefault="005453C6" w:rsidP="00F3451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5453C6" w:rsidRDefault="005453C6">
    <w:pPr>
      <w:pStyle w:val="Header"/>
    </w:pPr>
  </w:p>
  <w:p w:rsidR="005453C6" w:rsidRDefault="005453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17503"/>
    <w:multiLevelType w:val="hybridMultilevel"/>
    <w:tmpl w:val="6FFEE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764"/>
    <w:rsid w:val="00010FFD"/>
    <w:rsid w:val="00011F81"/>
    <w:rsid w:val="00020F67"/>
    <w:rsid w:val="000221C4"/>
    <w:rsid w:val="0002672B"/>
    <w:rsid w:val="00027666"/>
    <w:rsid w:val="00032D57"/>
    <w:rsid w:val="0003543C"/>
    <w:rsid w:val="00035B07"/>
    <w:rsid w:val="000365DE"/>
    <w:rsid w:val="00040A5C"/>
    <w:rsid w:val="00040A8C"/>
    <w:rsid w:val="00051440"/>
    <w:rsid w:val="000537CB"/>
    <w:rsid w:val="000547BB"/>
    <w:rsid w:val="00054A46"/>
    <w:rsid w:val="00054ED8"/>
    <w:rsid w:val="00057CB0"/>
    <w:rsid w:val="00066F29"/>
    <w:rsid w:val="000675C8"/>
    <w:rsid w:val="00070D2C"/>
    <w:rsid w:val="00071312"/>
    <w:rsid w:val="00082333"/>
    <w:rsid w:val="00082EE3"/>
    <w:rsid w:val="00085FC9"/>
    <w:rsid w:val="00090B61"/>
    <w:rsid w:val="0009202E"/>
    <w:rsid w:val="000921B9"/>
    <w:rsid w:val="00093275"/>
    <w:rsid w:val="000939E1"/>
    <w:rsid w:val="00096066"/>
    <w:rsid w:val="0009654B"/>
    <w:rsid w:val="0009693C"/>
    <w:rsid w:val="00097B40"/>
    <w:rsid w:val="00097E1B"/>
    <w:rsid w:val="000A3573"/>
    <w:rsid w:val="000B2006"/>
    <w:rsid w:val="000B5513"/>
    <w:rsid w:val="000B604C"/>
    <w:rsid w:val="000B6769"/>
    <w:rsid w:val="000C7ABF"/>
    <w:rsid w:val="000D2520"/>
    <w:rsid w:val="000D26DA"/>
    <w:rsid w:val="000D79C7"/>
    <w:rsid w:val="000E7AFE"/>
    <w:rsid w:val="000F015C"/>
    <w:rsid w:val="000F077F"/>
    <w:rsid w:val="000F1231"/>
    <w:rsid w:val="000F551D"/>
    <w:rsid w:val="000F6B0B"/>
    <w:rsid w:val="0010118B"/>
    <w:rsid w:val="00101875"/>
    <w:rsid w:val="00101A37"/>
    <w:rsid w:val="00106E1A"/>
    <w:rsid w:val="00111B49"/>
    <w:rsid w:val="001201D9"/>
    <w:rsid w:val="0012117A"/>
    <w:rsid w:val="001228C7"/>
    <w:rsid w:val="00122B26"/>
    <w:rsid w:val="0012420B"/>
    <w:rsid w:val="00125B69"/>
    <w:rsid w:val="0012787A"/>
    <w:rsid w:val="001317FE"/>
    <w:rsid w:val="0013219A"/>
    <w:rsid w:val="001323BE"/>
    <w:rsid w:val="00133D6A"/>
    <w:rsid w:val="00135CBA"/>
    <w:rsid w:val="00135F8E"/>
    <w:rsid w:val="00135F9A"/>
    <w:rsid w:val="001400BE"/>
    <w:rsid w:val="0014043A"/>
    <w:rsid w:val="00141CA3"/>
    <w:rsid w:val="00145C8F"/>
    <w:rsid w:val="00147167"/>
    <w:rsid w:val="00151110"/>
    <w:rsid w:val="00155D3B"/>
    <w:rsid w:val="00157A5F"/>
    <w:rsid w:val="00157EB5"/>
    <w:rsid w:val="00162AFE"/>
    <w:rsid w:val="00163BB4"/>
    <w:rsid w:val="00164010"/>
    <w:rsid w:val="00170188"/>
    <w:rsid w:val="001717B6"/>
    <w:rsid w:val="0017212D"/>
    <w:rsid w:val="001722A3"/>
    <w:rsid w:val="00173607"/>
    <w:rsid w:val="001736A8"/>
    <w:rsid w:val="0017660C"/>
    <w:rsid w:val="001774F6"/>
    <w:rsid w:val="00177F04"/>
    <w:rsid w:val="00184324"/>
    <w:rsid w:val="001871DC"/>
    <w:rsid w:val="0019109F"/>
    <w:rsid w:val="00193159"/>
    <w:rsid w:val="00193E64"/>
    <w:rsid w:val="001965E2"/>
    <w:rsid w:val="00196C42"/>
    <w:rsid w:val="001A025C"/>
    <w:rsid w:val="001A47E4"/>
    <w:rsid w:val="001B1646"/>
    <w:rsid w:val="001B1B83"/>
    <w:rsid w:val="001C018C"/>
    <w:rsid w:val="001C0343"/>
    <w:rsid w:val="001C0B9C"/>
    <w:rsid w:val="001C5A00"/>
    <w:rsid w:val="001C669E"/>
    <w:rsid w:val="001C67C3"/>
    <w:rsid w:val="001D20AE"/>
    <w:rsid w:val="001D449A"/>
    <w:rsid w:val="001D50D8"/>
    <w:rsid w:val="001E10A5"/>
    <w:rsid w:val="001E3681"/>
    <w:rsid w:val="001E42D7"/>
    <w:rsid w:val="001F0315"/>
    <w:rsid w:val="001F05D6"/>
    <w:rsid w:val="001F2999"/>
    <w:rsid w:val="001F490D"/>
    <w:rsid w:val="00201DDA"/>
    <w:rsid w:val="00204CE2"/>
    <w:rsid w:val="002202AD"/>
    <w:rsid w:val="00220B52"/>
    <w:rsid w:val="00220C14"/>
    <w:rsid w:val="00227A53"/>
    <w:rsid w:val="00232445"/>
    <w:rsid w:val="002327D4"/>
    <w:rsid w:val="00237275"/>
    <w:rsid w:val="0024337C"/>
    <w:rsid w:val="00243993"/>
    <w:rsid w:val="00243F23"/>
    <w:rsid w:val="00244033"/>
    <w:rsid w:val="00245324"/>
    <w:rsid w:val="002460BE"/>
    <w:rsid w:val="00246902"/>
    <w:rsid w:val="002477F2"/>
    <w:rsid w:val="002523BD"/>
    <w:rsid w:val="002558AA"/>
    <w:rsid w:val="00255E43"/>
    <w:rsid w:val="00261D9B"/>
    <w:rsid w:val="002626BC"/>
    <w:rsid w:val="002652BC"/>
    <w:rsid w:val="00265471"/>
    <w:rsid w:val="00265C35"/>
    <w:rsid w:val="0027649D"/>
    <w:rsid w:val="002811D4"/>
    <w:rsid w:val="00282476"/>
    <w:rsid w:val="00282D6A"/>
    <w:rsid w:val="00286B1A"/>
    <w:rsid w:val="002909E8"/>
    <w:rsid w:val="00292ACB"/>
    <w:rsid w:val="0029507D"/>
    <w:rsid w:val="00295EE9"/>
    <w:rsid w:val="002A682A"/>
    <w:rsid w:val="002A7082"/>
    <w:rsid w:val="002B3331"/>
    <w:rsid w:val="002B4A1D"/>
    <w:rsid w:val="002B7CA6"/>
    <w:rsid w:val="002C0B46"/>
    <w:rsid w:val="002C1010"/>
    <w:rsid w:val="002C10D2"/>
    <w:rsid w:val="002C196D"/>
    <w:rsid w:val="002C1AF9"/>
    <w:rsid w:val="002C325F"/>
    <w:rsid w:val="002D2964"/>
    <w:rsid w:val="002D3265"/>
    <w:rsid w:val="002D3F25"/>
    <w:rsid w:val="002D4D81"/>
    <w:rsid w:val="002E4A89"/>
    <w:rsid w:val="002E56D5"/>
    <w:rsid w:val="002E6964"/>
    <w:rsid w:val="002E760C"/>
    <w:rsid w:val="002F00BB"/>
    <w:rsid w:val="002F048F"/>
    <w:rsid w:val="002F3971"/>
    <w:rsid w:val="002F4303"/>
    <w:rsid w:val="002F59AB"/>
    <w:rsid w:val="002F5BED"/>
    <w:rsid w:val="00304384"/>
    <w:rsid w:val="00307D08"/>
    <w:rsid w:val="003154BA"/>
    <w:rsid w:val="003170AD"/>
    <w:rsid w:val="00317A85"/>
    <w:rsid w:val="00321F0F"/>
    <w:rsid w:val="003229E0"/>
    <w:rsid w:val="00324125"/>
    <w:rsid w:val="003249C0"/>
    <w:rsid w:val="00327143"/>
    <w:rsid w:val="00335E60"/>
    <w:rsid w:val="00340870"/>
    <w:rsid w:val="00343347"/>
    <w:rsid w:val="0034391D"/>
    <w:rsid w:val="00351ED3"/>
    <w:rsid w:val="00352C28"/>
    <w:rsid w:val="00353687"/>
    <w:rsid w:val="00354CBB"/>
    <w:rsid w:val="00357E20"/>
    <w:rsid w:val="00361831"/>
    <w:rsid w:val="00362541"/>
    <w:rsid w:val="0037049D"/>
    <w:rsid w:val="00370FB7"/>
    <w:rsid w:val="00372FCC"/>
    <w:rsid w:val="003742C0"/>
    <w:rsid w:val="00377762"/>
    <w:rsid w:val="003811B3"/>
    <w:rsid w:val="003835DB"/>
    <w:rsid w:val="003839C3"/>
    <w:rsid w:val="0038588F"/>
    <w:rsid w:val="0038591C"/>
    <w:rsid w:val="0039187E"/>
    <w:rsid w:val="00395905"/>
    <w:rsid w:val="00396F7E"/>
    <w:rsid w:val="003A205E"/>
    <w:rsid w:val="003B183A"/>
    <w:rsid w:val="003B25FB"/>
    <w:rsid w:val="003B2792"/>
    <w:rsid w:val="003B61DA"/>
    <w:rsid w:val="003B6A98"/>
    <w:rsid w:val="003C038A"/>
    <w:rsid w:val="003C3311"/>
    <w:rsid w:val="003C69C8"/>
    <w:rsid w:val="003D10FD"/>
    <w:rsid w:val="003D293B"/>
    <w:rsid w:val="003D3514"/>
    <w:rsid w:val="003D7592"/>
    <w:rsid w:val="003E63DF"/>
    <w:rsid w:val="003F1EEE"/>
    <w:rsid w:val="003F3DB4"/>
    <w:rsid w:val="003F5A4E"/>
    <w:rsid w:val="003F6F63"/>
    <w:rsid w:val="00404655"/>
    <w:rsid w:val="00404E09"/>
    <w:rsid w:val="00410067"/>
    <w:rsid w:val="00410DA8"/>
    <w:rsid w:val="0041156B"/>
    <w:rsid w:val="004123F7"/>
    <w:rsid w:val="00413702"/>
    <w:rsid w:val="00414B9C"/>
    <w:rsid w:val="00415AC4"/>
    <w:rsid w:val="0041696A"/>
    <w:rsid w:val="00424CB8"/>
    <w:rsid w:val="00424D4C"/>
    <w:rsid w:val="004358B2"/>
    <w:rsid w:val="00435AAF"/>
    <w:rsid w:val="00435C7F"/>
    <w:rsid w:val="00446687"/>
    <w:rsid w:val="00450DD6"/>
    <w:rsid w:val="00452B5F"/>
    <w:rsid w:val="00453A30"/>
    <w:rsid w:val="004541B5"/>
    <w:rsid w:val="00457D86"/>
    <w:rsid w:val="00460512"/>
    <w:rsid w:val="004643D7"/>
    <w:rsid w:val="00466626"/>
    <w:rsid w:val="0046740B"/>
    <w:rsid w:val="0047077E"/>
    <w:rsid w:val="00476328"/>
    <w:rsid w:val="00484AD1"/>
    <w:rsid w:val="00491667"/>
    <w:rsid w:val="004A5D33"/>
    <w:rsid w:val="004A6E6D"/>
    <w:rsid w:val="004A7CDE"/>
    <w:rsid w:val="004B0FDC"/>
    <w:rsid w:val="004B3447"/>
    <w:rsid w:val="004B44A0"/>
    <w:rsid w:val="004B6130"/>
    <w:rsid w:val="004C1517"/>
    <w:rsid w:val="004C2CC1"/>
    <w:rsid w:val="004C5E2A"/>
    <w:rsid w:val="004D79B8"/>
    <w:rsid w:val="004E0635"/>
    <w:rsid w:val="004E08F1"/>
    <w:rsid w:val="004E16DC"/>
    <w:rsid w:val="004E451B"/>
    <w:rsid w:val="004F140E"/>
    <w:rsid w:val="004F2950"/>
    <w:rsid w:val="004F5DCC"/>
    <w:rsid w:val="00504363"/>
    <w:rsid w:val="005075C7"/>
    <w:rsid w:val="00510A51"/>
    <w:rsid w:val="005175FC"/>
    <w:rsid w:val="0052084A"/>
    <w:rsid w:val="00526DF1"/>
    <w:rsid w:val="00530605"/>
    <w:rsid w:val="00531BEC"/>
    <w:rsid w:val="00540230"/>
    <w:rsid w:val="005402B7"/>
    <w:rsid w:val="0054125D"/>
    <w:rsid w:val="00542D6D"/>
    <w:rsid w:val="00544756"/>
    <w:rsid w:val="005453C6"/>
    <w:rsid w:val="00547D3F"/>
    <w:rsid w:val="0055107E"/>
    <w:rsid w:val="005511B8"/>
    <w:rsid w:val="005655F5"/>
    <w:rsid w:val="0056635A"/>
    <w:rsid w:val="00566FB2"/>
    <w:rsid w:val="00567466"/>
    <w:rsid w:val="00572349"/>
    <w:rsid w:val="0057397C"/>
    <w:rsid w:val="005742C9"/>
    <w:rsid w:val="00577C63"/>
    <w:rsid w:val="0058050D"/>
    <w:rsid w:val="0058075E"/>
    <w:rsid w:val="00585EC6"/>
    <w:rsid w:val="00586C20"/>
    <w:rsid w:val="005913A3"/>
    <w:rsid w:val="00592701"/>
    <w:rsid w:val="005A06DD"/>
    <w:rsid w:val="005A0925"/>
    <w:rsid w:val="005A2002"/>
    <w:rsid w:val="005A2FF5"/>
    <w:rsid w:val="005A3968"/>
    <w:rsid w:val="005A39B3"/>
    <w:rsid w:val="005A5377"/>
    <w:rsid w:val="005B1602"/>
    <w:rsid w:val="005B27FE"/>
    <w:rsid w:val="005B563A"/>
    <w:rsid w:val="005C107C"/>
    <w:rsid w:val="005C1A66"/>
    <w:rsid w:val="005D174E"/>
    <w:rsid w:val="005E19E7"/>
    <w:rsid w:val="005E37DC"/>
    <w:rsid w:val="005E3FC7"/>
    <w:rsid w:val="005F096D"/>
    <w:rsid w:val="005F1DC2"/>
    <w:rsid w:val="005F2138"/>
    <w:rsid w:val="005F21E9"/>
    <w:rsid w:val="005F3C9F"/>
    <w:rsid w:val="005F47DC"/>
    <w:rsid w:val="00600038"/>
    <w:rsid w:val="00605D91"/>
    <w:rsid w:val="00610BF3"/>
    <w:rsid w:val="00610C3E"/>
    <w:rsid w:val="006125E6"/>
    <w:rsid w:val="00612CD0"/>
    <w:rsid w:val="00617BA7"/>
    <w:rsid w:val="00620B82"/>
    <w:rsid w:val="00620E42"/>
    <w:rsid w:val="006246AE"/>
    <w:rsid w:val="00624C35"/>
    <w:rsid w:val="00625AD4"/>
    <w:rsid w:val="00625FE5"/>
    <w:rsid w:val="0062667D"/>
    <w:rsid w:val="00627D15"/>
    <w:rsid w:val="00631E1F"/>
    <w:rsid w:val="00633BED"/>
    <w:rsid w:val="00644DAF"/>
    <w:rsid w:val="0064621E"/>
    <w:rsid w:val="00651AED"/>
    <w:rsid w:val="006542FB"/>
    <w:rsid w:val="00655B86"/>
    <w:rsid w:val="00661964"/>
    <w:rsid w:val="00674D54"/>
    <w:rsid w:val="006851F0"/>
    <w:rsid w:val="00687E0C"/>
    <w:rsid w:val="006920AB"/>
    <w:rsid w:val="00693625"/>
    <w:rsid w:val="006943B7"/>
    <w:rsid w:val="00694789"/>
    <w:rsid w:val="00697B17"/>
    <w:rsid w:val="006A088C"/>
    <w:rsid w:val="006A0DC1"/>
    <w:rsid w:val="006B1906"/>
    <w:rsid w:val="006B2FAC"/>
    <w:rsid w:val="006B47E1"/>
    <w:rsid w:val="006B7B35"/>
    <w:rsid w:val="006C3F39"/>
    <w:rsid w:val="006C4685"/>
    <w:rsid w:val="006D101C"/>
    <w:rsid w:val="006E0DE5"/>
    <w:rsid w:val="006E13B8"/>
    <w:rsid w:val="006E5FDE"/>
    <w:rsid w:val="006F2CBD"/>
    <w:rsid w:val="006F393A"/>
    <w:rsid w:val="006F39ED"/>
    <w:rsid w:val="006F479E"/>
    <w:rsid w:val="006F77EF"/>
    <w:rsid w:val="006F79B7"/>
    <w:rsid w:val="006F7A86"/>
    <w:rsid w:val="007042B6"/>
    <w:rsid w:val="007078D9"/>
    <w:rsid w:val="00711952"/>
    <w:rsid w:val="00713630"/>
    <w:rsid w:val="00714B77"/>
    <w:rsid w:val="0072516D"/>
    <w:rsid w:val="007321C7"/>
    <w:rsid w:val="00732641"/>
    <w:rsid w:val="00733D81"/>
    <w:rsid w:val="00733DAA"/>
    <w:rsid w:val="00740A6D"/>
    <w:rsid w:val="0074295D"/>
    <w:rsid w:val="007479AB"/>
    <w:rsid w:val="00750868"/>
    <w:rsid w:val="00751C2B"/>
    <w:rsid w:val="007601F0"/>
    <w:rsid w:val="00762042"/>
    <w:rsid w:val="00766B37"/>
    <w:rsid w:val="00767111"/>
    <w:rsid w:val="00772265"/>
    <w:rsid w:val="00773507"/>
    <w:rsid w:val="00775ACD"/>
    <w:rsid w:val="00776A9F"/>
    <w:rsid w:val="0077702C"/>
    <w:rsid w:val="00777509"/>
    <w:rsid w:val="00780D75"/>
    <w:rsid w:val="00784467"/>
    <w:rsid w:val="00785929"/>
    <w:rsid w:val="00785AE7"/>
    <w:rsid w:val="00792735"/>
    <w:rsid w:val="007946A9"/>
    <w:rsid w:val="00794D67"/>
    <w:rsid w:val="007957A7"/>
    <w:rsid w:val="00797C11"/>
    <w:rsid w:val="007A2734"/>
    <w:rsid w:val="007A3BC6"/>
    <w:rsid w:val="007A71FF"/>
    <w:rsid w:val="007A7E5B"/>
    <w:rsid w:val="007B2983"/>
    <w:rsid w:val="007B423C"/>
    <w:rsid w:val="007B55FC"/>
    <w:rsid w:val="007B5B62"/>
    <w:rsid w:val="007B630C"/>
    <w:rsid w:val="007B65AC"/>
    <w:rsid w:val="007B68B0"/>
    <w:rsid w:val="007C1373"/>
    <w:rsid w:val="007C1B01"/>
    <w:rsid w:val="007C1B8C"/>
    <w:rsid w:val="007C4ACD"/>
    <w:rsid w:val="007C5803"/>
    <w:rsid w:val="007D1C98"/>
    <w:rsid w:val="007D5D9E"/>
    <w:rsid w:val="007E0868"/>
    <w:rsid w:val="007E0ED2"/>
    <w:rsid w:val="007E5F4F"/>
    <w:rsid w:val="007F1063"/>
    <w:rsid w:val="007F1937"/>
    <w:rsid w:val="007F1EBA"/>
    <w:rsid w:val="007F2D51"/>
    <w:rsid w:val="007F2DC4"/>
    <w:rsid w:val="007F4D74"/>
    <w:rsid w:val="008051CB"/>
    <w:rsid w:val="00806263"/>
    <w:rsid w:val="008133E2"/>
    <w:rsid w:val="008161F1"/>
    <w:rsid w:val="00817010"/>
    <w:rsid w:val="00817076"/>
    <w:rsid w:val="0081719F"/>
    <w:rsid w:val="00817BC0"/>
    <w:rsid w:val="00823141"/>
    <w:rsid w:val="008233B6"/>
    <w:rsid w:val="008248E1"/>
    <w:rsid w:val="00825F0B"/>
    <w:rsid w:val="00826067"/>
    <w:rsid w:val="00826BE8"/>
    <w:rsid w:val="00827C68"/>
    <w:rsid w:val="00830B48"/>
    <w:rsid w:val="00831EFF"/>
    <w:rsid w:val="0084062C"/>
    <w:rsid w:val="00841C9C"/>
    <w:rsid w:val="008431B2"/>
    <w:rsid w:val="00850724"/>
    <w:rsid w:val="008524D5"/>
    <w:rsid w:val="008529AD"/>
    <w:rsid w:val="00855868"/>
    <w:rsid w:val="0086016F"/>
    <w:rsid w:val="00864513"/>
    <w:rsid w:val="0086481F"/>
    <w:rsid w:val="00873A67"/>
    <w:rsid w:val="0087539E"/>
    <w:rsid w:val="00876FD3"/>
    <w:rsid w:val="00877E77"/>
    <w:rsid w:val="008821BA"/>
    <w:rsid w:val="008847C0"/>
    <w:rsid w:val="00887097"/>
    <w:rsid w:val="0088769E"/>
    <w:rsid w:val="008954F7"/>
    <w:rsid w:val="00896CC8"/>
    <w:rsid w:val="008A34C4"/>
    <w:rsid w:val="008A3C04"/>
    <w:rsid w:val="008A5CAD"/>
    <w:rsid w:val="008B289F"/>
    <w:rsid w:val="008B5CCB"/>
    <w:rsid w:val="008B6AB2"/>
    <w:rsid w:val="008B760F"/>
    <w:rsid w:val="008C162B"/>
    <w:rsid w:val="008C53D9"/>
    <w:rsid w:val="008D0E3D"/>
    <w:rsid w:val="008D0ED0"/>
    <w:rsid w:val="008D0FA8"/>
    <w:rsid w:val="008D3766"/>
    <w:rsid w:val="008E0623"/>
    <w:rsid w:val="008E1927"/>
    <w:rsid w:val="008E29FC"/>
    <w:rsid w:val="008E37D1"/>
    <w:rsid w:val="008E668C"/>
    <w:rsid w:val="008F5812"/>
    <w:rsid w:val="009007E3"/>
    <w:rsid w:val="00900F47"/>
    <w:rsid w:val="00902BDB"/>
    <w:rsid w:val="00906761"/>
    <w:rsid w:val="00913E20"/>
    <w:rsid w:val="009157A7"/>
    <w:rsid w:val="009165BD"/>
    <w:rsid w:val="00917738"/>
    <w:rsid w:val="00924697"/>
    <w:rsid w:val="00925A4E"/>
    <w:rsid w:val="009319A1"/>
    <w:rsid w:val="00937E8C"/>
    <w:rsid w:val="00937F3D"/>
    <w:rsid w:val="00941D5A"/>
    <w:rsid w:val="00946744"/>
    <w:rsid w:val="00947F9B"/>
    <w:rsid w:val="009548CC"/>
    <w:rsid w:val="00954CF2"/>
    <w:rsid w:val="00955AFE"/>
    <w:rsid w:val="00960ED0"/>
    <w:rsid w:val="00961639"/>
    <w:rsid w:val="0096201A"/>
    <w:rsid w:val="00962530"/>
    <w:rsid w:val="00964589"/>
    <w:rsid w:val="0097345F"/>
    <w:rsid w:val="00975244"/>
    <w:rsid w:val="009755DB"/>
    <w:rsid w:val="00980E49"/>
    <w:rsid w:val="00982E13"/>
    <w:rsid w:val="00983870"/>
    <w:rsid w:val="009861BE"/>
    <w:rsid w:val="009929EB"/>
    <w:rsid w:val="00995375"/>
    <w:rsid w:val="00996F88"/>
    <w:rsid w:val="00997F9E"/>
    <w:rsid w:val="009A0792"/>
    <w:rsid w:val="009A2D39"/>
    <w:rsid w:val="009A3E12"/>
    <w:rsid w:val="009A4D69"/>
    <w:rsid w:val="009B0495"/>
    <w:rsid w:val="009B6340"/>
    <w:rsid w:val="009C5600"/>
    <w:rsid w:val="009D2C1C"/>
    <w:rsid w:val="009D2DB7"/>
    <w:rsid w:val="009D47C0"/>
    <w:rsid w:val="009E1CC7"/>
    <w:rsid w:val="009E252D"/>
    <w:rsid w:val="009E5C11"/>
    <w:rsid w:val="009F0DA2"/>
    <w:rsid w:val="009F23BF"/>
    <w:rsid w:val="009F277C"/>
    <w:rsid w:val="009F7707"/>
    <w:rsid w:val="009F7B69"/>
    <w:rsid w:val="00A01E89"/>
    <w:rsid w:val="00A076CE"/>
    <w:rsid w:val="00A16232"/>
    <w:rsid w:val="00A16733"/>
    <w:rsid w:val="00A209D5"/>
    <w:rsid w:val="00A24D52"/>
    <w:rsid w:val="00A35526"/>
    <w:rsid w:val="00A407B9"/>
    <w:rsid w:val="00A51135"/>
    <w:rsid w:val="00A5420D"/>
    <w:rsid w:val="00A57670"/>
    <w:rsid w:val="00A57AA6"/>
    <w:rsid w:val="00A611E5"/>
    <w:rsid w:val="00A6120C"/>
    <w:rsid w:val="00A61F4B"/>
    <w:rsid w:val="00A66C18"/>
    <w:rsid w:val="00A7686F"/>
    <w:rsid w:val="00A80242"/>
    <w:rsid w:val="00A808A3"/>
    <w:rsid w:val="00A808EA"/>
    <w:rsid w:val="00A83204"/>
    <w:rsid w:val="00A91C11"/>
    <w:rsid w:val="00A94A06"/>
    <w:rsid w:val="00A96099"/>
    <w:rsid w:val="00A97901"/>
    <w:rsid w:val="00AA1252"/>
    <w:rsid w:val="00AA1638"/>
    <w:rsid w:val="00AA1C2D"/>
    <w:rsid w:val="00AA69A2"/>
    <w:rsid w:val="00AA6C4A"/>
    <w:rsid w:val="00AB1475"/>
    <w:rsid w:val="00AB463A"/>
    <w:rsid w:val="00AB5A8D"/>
    <w:rsid w:val="00AC0463"/>
    <w:rsid w:val="00AC0749"/>
    <w:rsid w:val="00AC462A"/>
    <w:rsid w:val="00AD1C54"/>
    <w:rsid w:val="00AD4098"/>
    <w:rsid w:val="00AF5F66"/>
    <w:rsid w:val="00AF7CBA"/>
    <w:rsid w:val="00B059DB"/>
    <w:rsid w:val="00B07951"/>
    <w:rsid w:val="00B07EE1"/>
    <w:rsid w:val="00B11334"/>
    <w:rsid w:val="00B117A7"/>
    <w:rsid w:val="00B12EF4"/>
    <w:rsid w:val="00B13D81"/>
    <w:rsid w:val="00B13FE1"/>
    <w:rsid w:val="00B15065"/>
    <w:rsid w:val="00B15857"/>
    <w:rsid w:val="00B20025"/>
    <w:rsid w:val="00B246FF"/>
    <w:rsid w:val="00B255F6"/>
    <w:rsid w:val="00B30607"/>
    <w:rsid w:val="00B30857"/>
    <w:rsid w:val="00B323DC"/>
    <w:rsid w:val="00B42011"/>
    <w:rsid w:val="00B430E8"/>
    <w:rsid w:val="00B461F2"/>
    <w:rsid w:val="00B4633D"/>
    <w:rsid w:val="00B4643A"/>
    <w:rsid w:val="00B47A24"/>
    <w:rsid w:val="00B508EA"/>
    <w:rsid w:val="00B52D3E"/>
    <w:rsid w:val="00B530AF"/>
    <w:rsid w:val="00B5324B"/>
    <w:rsid w:val="00B60257"/>
    <w:rsid w:val="00B61285"/>
    <w:rsid w:val="00B624BA"/>
    <w:rsid w:val="00B635F8"/>
    <w:rsid w:val="00B70EC0"/>
    <w:rsid w:val="00B71197"/>
    <w:rsid w:val="00B72938"/>
    <w:rsid w:val="00B72FB9"/>
    <w:rsid w:val="00B73D17"/>
    <w:rsid w:val="00B749D1"/>
    <w:rsid w:val="00B839C1"/>
    <w:rsid w:val="00B857AA"/>
    <w:rsid w:val="00B860E6"/>
    <w:rsid w:val="00B86596"/>
    <w:rsid w:val="00B94C68"/>
    <w:rsid w:val="00B968A4"/>
    <w:rsid w:val="00B969B1"/>
    <w:rsid w:val="00B97937"/>
    <w:rsid w:val="00BA0603"/>
    <w:rsid w:val="00BA12B9"/>
    <w:rsid w:val="00BA74DE"/>
    <w:rsid w:val="00BA7D0A"/>
    <w:rsid w:val="00BB1B23"/>
    <w:rsid w:val="00BB73F7"/>
    <w:rsid w:val="00BB7F9B"/>
    <w:rsid w:val="00BC1AF4"/>
    <w:rsid w:val="00BC7E12"/>
    <w:rsid w:val="00BD6F49"/>
    <w:rsid w:val="00BD7508"/>
    <w:rsid w:val="00BE0E19"/>
    <w:rsid w:val="00BE2495"/>
    <w:rsid w:val="00BE4BF8"/>
    <w:rsid w:val="00BE5BBC"/>
    <w:rsid w:val="00BE6A44"/>
    <w:rsid w:val="00BF0A22"/>
    <w:rsid w:val="00BF1CC3"/>
    <w:rsid w:val="00BF26E4"/>
    <w:rsid w:val="00BF2859"/>
    <w:rsid w:val="00BF5CFD"/>
    <w:rsid w:val="00C121A5"/>
    <w:rsid w:val="00C13764"/>
    <w:rsid w:val="00C13F86"/>
    <w:rsid w:val="00C2335D"/>
    <w:rsid w:val="00C2632D"/>
    <w:rsid w:val="00C319BC"/>
    <w:rsid w:val="00C32A6A"/>
    <w:rsid w:val="00C34F31"/>
    <w:rsid w:val="00C41121"/>
    <w:rsid w:val="00C41D6A"/>
    <w:rsid w:val="00C4259B"/>
    <w:rsid w:val="00C623A3"/>
    <w:rsid w:val="00C65A4F"/>
    <w:rsid w:val="00C72492"/>
    <w:rsid w:val="00C75F3A"/>
    <w:rsid w:val="00C77A9F"/>
    <w:rsid w:val="00C77FC1"/>
    <w:rsid w:val="00C836CB"/>
    <w:rsid w:val="00C83A4C"/>
    <w:rsid w:val="00C86619"/>
    <w:rsid w:val="00C93406"/>
    <w:rsid w:val="00C93D00"/>
    <w:rsid w:val="00CA7214"/>
    <w:rsid w:val="00CB1543"/>
    <w:rsid w:val="00CB7DE8"/>
    <w:rsid w:val="00CC40A1"/>
    <w:rsid w:val="00CC446D"/>
    <w:rsid w:val="00CC46E0"/>
    <w:rsid w:val="00CD1052"/>
    <w:rsid w:val="00CD361F"/>
    <w:rsid w:val="00CE05F1"/>
    <w:rsid w:val="00CE247D"/>
    <w:rsid w:val="00CE249E"/>
    <w:rsid w:val="00CE399D"/>
    <w:rsid w:val="00CE4443"/>
    <w:rsid w:val="00CE7466"/>
    <w:rsid w:val="00CF399B"/>
    <w:rsid w:val="00CF5A10"/>
    <w:rsid w:val="00CF65DB"/>
    <w:rsid w:val="00CF6D7F"/>
    <w:rsid w:val="00D017E1"/>
    <w:rsid w:val="00D06B36"/>
    <w:rsid w:val="00D0725D"/>
    <w:rsid w:val="00D10ABE"/>
    <w:rsid w:val="00D20F3F"/>
    <w:rsid w:val="00D225E3"/>
    <w:rsid w:val="00D228EC"/>
    <w:rsid w:val="00D249C9"/>
    <w:rsid w:val="00D2682F"/>
    <w:rsid w:val="00D26A9B"/>
    <w:rsid w:val="00D26CAB"/>
    <w:rsid w:val="00D2710A"/>
    <w:rsid w:val="00D32199"/>
    <w:rsid w:val="00D32619"/>
    <w:rsid w:val="00D331A5"/>
    <w:rsid w:val="00D361B9"/>
    <w:rsid w:val="00D42295"/>
    <w:rsid w:val="00D50361"/>
    <w:rsid w:val="00D53B77"/>
    <w:rsid w:val="00D6171A"/>
    <w:rsid w:val="00D64CFD"/>
    <w:rsid w:val="00D65123"/>
    <w:rsid w:val="00D65677"/>
    <w:rsid w:val="00D66E4C"/>
    <w:rsid w:val="00D716FC"/>
    <w:rsid w:val="00D71BAC"/>
    <w:rsid w:val="00D74BBE"/>
    <w:rsid w:val="00D77387"/>
    <w:rsid w:val="00D80B40"/>
    <w:rsid w:val="00D82A73"/>
    <w:rsid w:val="00D848DF"/>
    <w:rsid w:val="00D90EE0"/>
    <w:rsid w:val="00D92533"/>
    <w:rsid w:val="00D9604C"/>
    <w:rsid w:val="00D96D62"/>
    <w:rsid w:val="00DA0A99"/>
    <w:rsid w:val="00DA2D77"/>
    <w:rsid w:val="00DA62D1"/>
    <w:rsid w:val="00DB225E"/>
    <w:rsid w:val="00DB2825"/>
    <w:rsid w:val="00DB74C0"/>
    <w:rsid w:val="00DB7EB9"/>
    <w:rsid w:val="00DC25FB"/>
    <w:rsid w:val="00DC683A"/>
    <w:rsid w:val="00DD129D"/>
    <w:rsid w:val="00DD194E"/>
    <w:rsid w:val="00DD3221"/>
    <w:rsid w:val="00DD4554"/>
    <w:rsid w:val="00DD5C8A"/>
    <w:rsid w:val="00DD79F1"/>
    <w:rsid w:val="00DE5C0B"/>
    <w:rsid w:val="00E036ED"/>
    <w:rsid w:val="00E03BB6"/>
    <w:rsid w:val="00E05093"/>
    <w:rsid w:val="00E07678"/>
    <w:rsid w:val="00E07D3A"/>
    <w:rsid w:val="00E1211E"/>
    <w:rsid w:val="00E121A1"/>
    <w:rsid w:val="00E1328A"/>
    <w:rsid w:val="00E202A8"/>
    <w:rsid w:val="00E20AF4"/>
    <w:rsid w:val="00E21E91"/>
    <w:rsid w:val="00E23767"/>
    <w:rsid w:val="00E23F31"/>
    <w:rsid w:val="00E240BA"/>
    <w:rsid w:val="00E2458C"/>
    <w:rsid w:val="00E32F8C"/>
    <w:rsid w:val="00E3347F"/>
    <w:rsid w:val="00E33FAE"/>
    <w:rsid w:val="00E419BC"/>
    <w:rsid w:val="00E421BE"/>
    <w:rsid w:val="00E561E3"/>
    <w:rsid w:val="00E73A1D"/>
    <w:rsid w:val="00E77767"/>
    <w:rsid w:val="00E8368A"/>
    <w:rsid w:val="00E837C8"/>
    <w:rsid w:val="00E86D3D"/>
    <w:rsid w:val="00E90D0A"/>
    <w:rsid w:val="00E91F2F"/>
    <w:rsid w:val="00E93213"/>
    <w:rsid w:val="00E951B1"/>
    <w:rsid w:val="00EA18A9"/>
    <w:rsid w:val="00EA36B9"/>
    <w:rsid w:val="00EA37AE"/>
    <w:rsid w:val="00EA51CC"/>
    <w:rsid w:val="00EA5CBA"/>
    <w:rsid w:val="00EA63D7"/>
    <w:rsid w:val="00EA7608"/>
    <w:rsid w:val="00EB0EBC"/>
    <w:rsid w:val="00EB7893"/>
    <w:rsid w:val="00EC3529"/>
    <w:rsid w:val="00EC52D2"/>
    <w:rsid w:val="00EC6BA1"/>
    <w:rsid w:val="00ED10C3"/>
    <w:rsid w:val="00ED6A8F"/>
    <w:rsid w:val="00ED79F0"/>
    <w:rsid w:val="00ED7A9E"/>
    <w:rsid w:val="00EE3AF4"/>
    <w:rsid w:val="00EE3CC9"/>
    <w:rsid w:val="00EE52D1"/>
    <w:rsid w:val="00EF73A2"/>
    <w:rsid w:val="00F00F7A"/>
    <w:rsid w:val="00F124AD"/>
    <w:rsid w:val="00F163DA"/>
    <w:rsid w:val="00F17354"/>
    <w:rsid w:val="00F21918"/>
    <w:rsid w:val="00F26A7C"/>
    <w:rsid w:val="00F26E33"/>
    <w:rsid w:val="00F34510"/>
    <w:rsid w:val="00F3566D"/>
    <w:rsid w:val="00F36B2A"/>
    <w:rsid w:val="00F400BB"/>
    <w:rsid w:val="00F40E34"/>
    <w:rsid w:val="00F42401"/>
    <w:rsid w:val="00F4713E"/>
    <w:rsid w:val="00F47D8B"/>
    <w:rsid w:val="00F52970"/>
    <w:rsid w:val="00F54384"/>
    <w:rsid w:val="00F549D1"/>
    <w:rsid w:val="00F5572A"/>
    <w:rsid w:val="00F55DBB"/>
    <w:rsid w:val="00F56512"/>
    <w:rsid w:val="00F6318F"/>
    <w:rsid w:val="00F652C5"/>
    <w:rsid w:val="00F65807"/>
    <w:rsid w:val="00F66FFB"/>
    <w:rsid w:val="00F67334"/>
    <w:rsid w:val="00F7684E"/>
    <w:rsid w:val="00F76D19"/>
    <w:rsid w:val="00F76DDC"/>
    <w:rsid w:val="00F83EFA"/>
    <w:rsid w:val="00F85D15"/>
    <w:rsid w:val="00FA126C"/>
    <w:rsid w:val="00FA1D7C"/>
    <w:rsid w:val="00FA2A29"/>
    <w:rsid w:val="00FA3F9E"/>
    <w:rsid w:val="00FA442F"/>
    <w:rsid w:val="00FA6C34"/>
    <w:rsid w:val="00FB0476"/>
    <w:rsid w:val="00FB164A"/>
    <w:rsid w:val="00FB4C8B"/>
    <w:rsid w:val="00FB5B85"/>
    <w:rsid w:val="00FC2739"/>
    <w:rsid w:val="00FC3E7B"/>
    <w:rsid w:val="00FC5F79"/>
    <w:rsid w:val="00FC74FC"/>
    <w:rsid w:val="00FD2F4D"/>
    <w:rsid w:val="00FE0CDB"/>
    <w:rsid w:val="00FE312C"/>
    <w:rsid w:val="00FF55F5"/>
    <w:rsid w:val="00FF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76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C137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7957A7"/>
    <w:pPr>
      <w:ind w:left="720"/>
    </w:pPr>
  </w:style>
  <w:style w:type="paragraph" w:styleId="NoSpacing">
    <w:name w:val="No Spacing"/>
    <w:uiPriority w:val="99"/>
    <w:qFormat/>
    <w:rsid w:val="00CA7214"/>
    <w:rPr>
      <w:rFonts w:eastAsia="Times New Roman" w:cs="Calibri"/>
    </w:rPr>
  </w:style>
  <w:style w:type="paragraph" w:customStyle="1" w:styleId="a0">
    <w:name w:val="Знак Знак"/>
    <w:basedOn w:val="Normal"/>
    <w:uiPriority w:val="99"/>
    <w:rsid w:val="00E3347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 Знак Знак Знак1"/>
    <w:basedOn w:val="Normal"/>
    <w:uiPriority w:val="99"/>
    <w:rsid w:val="00D2710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Header">
    <w:name w:val="header"/>
    <w:basedOn w:val="Normal"/>
    <w:link w:val="HeaderChar"/>
    <w:uiPriority w:val="99"/>
    <w:rsid w:val="00780D7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F7B69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80D75"/>
  </w:style>
  <w:style w:type="paragraph" w:styleId="Footer">
    <w:name w:val="footer"/>
    <w:basedOn w:val="Normal"/>
    <w:link w:val="FooterChar"/>
    <w:uiPriority w:val="99"/>
    <w:rsid w:val="00DA2D7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F7B69"/>
    <w:rPr>
      <w:rFonts w:ascii="Times New Roman" w:hAnsi="Times New Roman" w:cs="Times New Roman"/>
      <w:sz w:val="24"/>
      <w:szCs w:val="24"/>
    </w:rPr>
  </w:style>
  <w:style w:type="paragraph" w:customStyle="1" w:styleId="a1">
    <w:name w:val="Знак Знак Знак"/>
    <w:basedOn w:val="Normal"/>
    <w:uiPriority w:val="99"/>
    <w:rsid w:val="008D0E3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EE3CC9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B78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0DE5"/>
    <w:rPr>
      <w:rFonts w:ascii="Times New Roman" w:hAnsi="Times New Roman" w:cs="Times New Roman"/>
      <w:sz w:val="2"/>
      <w:szCs w:val="2"/>
    </w:rPr>
  </w:style>
  <w:style w:type="character" w:styleId="Hyperlink">
    <w:name w:val="Hyperlink"/>
    <w:basedOn w:val="DefaultParagraphFont"/>
    <w:uiPriority w:val="99"/>
    <w:semiHidden/>
    <w:rsid w:val="00157A5F"/>
    <w:rPr>
      <w:color w:val="0000FF"/>
      <w:u w:val="single"/>
    </w:rPr>
  </w:style>
  <w:style w:type="paragraph" w:customStyle="1" w:styleId="a2">
    <w:name w:val="Знак Знак Знак Знак"/>
    <w:basedOn w:val="Normal"/>
    <w:uiPriority w:val="99"/>
    <w:rsid w:val="00220B52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2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8(47345)%202-44-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9</Pages>
  <Words>2310</Words>
  <Characters>13173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Пользователь</cp:lastModifiedBy>
  <cp:revision>10</cp:revision>
  <cp:lastPrinted>2025-02-24T12:48:00Z</cp:lastPrinted>
  <dcterms:created xsi:type="dcterms:W3CDTF">2025-02-20T09:41:00Z</dcterms:created>
  <dcterms:modified xsi:type="dcterms:W3CDTF">2025-02-27T14:32:00Z</dcterms:modified>
</cp:coreProperties>
</file>